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DB5626" w14:textId="60C19DEB" w:rsidR="00903921" w:rsidRPr="003C626B" w:rsidRDefault="00903921" w:rsidP="006F3011">
      <w:pPr>
        <w:pStyle w:val="Heading1"/>
        <w:spacing w:before="0"/>
        <w:rPr>
          <w:rFonts w:ascii="Arial" w:hAnsi="Arial" w:cs="Arial"/>
          <w:b/>
        </w:rPr>
      </w:pPr>
      <w:r w:rsidRPr="003C626B">
        <w:rPr>
          <w:rFonts w:ascii="Arial" w:hAnsi="Arial" w:cs="Arial"/>
          <w:b/>
        </w:rPr>
        <w:t>Algemene beschrijving</w:t>
      </w:r>
    </w:p>
    <w:p w14:paraId="7784C0CD" w14:textId="54DBF131" w:rsidR="00A866E4" w:rsidRPr="003C626B" w:rsidRDefault="00C75E62" w:rsidP="00A866E4">
      <w:pPr>
        <w:pStyle w:val="Bulleted1"/>
        <w:rPr>
          <w:rFonts w:ascii="Arial" w:hAnsi="Arial" w:cs="Arial"/>
        </w:rPr>
      </w:pPr>
      <w:r>
        <w:rPr>
          <w:rFonts w:ascii="Arial" w:hAnsi="Arial" w:cs="Arial"/>
        </w:rPr>
        <w:t>vloerput voor het maken van een inloopdouche met een PVC vloerafwerking heeft een</w:t>
      </w:r>
      <w:r w:rsidR="00B675DB" w:rsidRPr="003C626B">
        <w:rPr>
          <w:rFonts w:ascii="Arial" w:hAnsi="Arial" w:cs="Arial"/>
        </w:rPr>
        <w:t xml:space="preserve"> </w:t>
      </w:r>
      <w:r w:rsidR="00752302" w:rsidRPr="003C626B">
        <w:rPr>
          <w:rFonts w:ascii="Arial" w:hAnsi="Arial" w:cs="Arial"/>
        </w:rPr>
        <w:t>s</w:t>
      </w:r>
      <w:r w:rsidR="00A866E4" w:rsidRPr="003C626B">
        <w:rPr>
          <w:rFonts w:ascii="Arial" w:hAnsi="Arial" w:cs="Arial"/>
        </w:rPr>
        <w:t>ifon</w:t>
      </w:r>
      <w:r w:rsidR="00752302" w:rsidRPr="003C626B">
        <w:rPr>
          <w:rFonts w:ascii="Arial" w:hAnsi="Arial" w:cs="Arial"/>
        </w:rPr>
        <w:t xml:space="preserve"> van het "doorstroomtype"</w:t>
      </w:r>
      <w:r w:rsidR="00B675DB" w:rsidRPr="003C626B">
        <w:rPr>
          <w:rFonts w:ascii="Arial" w:hAnsi="Arial" w:cs="Arial"/>
        </w:rPr>
        <w:t xml:space="preserve"> en horizontale uitgang</w:t>
      </w:r>
      <w:r w:rsidR="00752302" w:rsidRPr="003C626B">
        <w:rPr>
          <w:rFonts w:ascii="Arial" w:hAnsi="Arial" w:cs="Arial"/>
        </w:rPr>
        <w:t>,</w:t>
      </w:r>
      <w:r w:rsidR="00A866E4" w:rsidRPr="003C626B">
        <w:rPr>
          <w:rFonts w:ascii="Arial" w:hAnsi="Arial" w:cs="Arial"/>
        </w:rPr>
        <w:t xml:space="preserve"> </w:t>
      </w:r>
      <w:r w:rsidR="00B675DB" w:rsidRPr="003C626B">
        <w:rPr>
          <w:rFonts w:ascii="Arial" w:hAnsi="Arial" w:cs="Arial"/>
        </w:rPr>
        <w:t xml:space="preserve">is </w:t>
      </w:r>
      <w:r w:rsidR="00A866E4" w:rsidRPr="003C626B">
        <w:rPr>
          <w:rFonts w:ascii="Arial" w:hAnsi="Arial" w:cs="Arial"/>
        </w:rPr>
        <w:t>ontworpen om te worden aangesloten aan de afvoeropening van een douchegoot</w:t>
      </w:r>
    </w:p>
    <w:p w14:paraId="3AE55FE0" w14:textId="34462FA9" w:rsidR="00A866E4" w:rsidRPr="003C626B" w:rsidRDefault="00A866E4" w:rsidP="00A866E4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 xml:space="preserve">hoogte van het waterslot: </w:t>
      </w:r>
      <w:r w:rsidR="00E6515B">
        <w:rPr>
          <w:rFonts w:ascii="Arial" w:hAnsi="Arial" w:cs="Arial"/>
        </w:rPr>
        <w:t>5</w:t>
      </w:r>
      <w:r w:rsidRPr="003C626B">
        <w:rPr>
          <w:rFonts w:ascii="Arial" w:hAnsi="Arial" w:cs="Arial"/>
        </w:rPr>
        <w:t>0 mm</w:t>
      </w:r>
    </w:p>
    <w:p w14:paraId="0C9BE154" w14:textId="4ADAF08B" w:rsidR="00A866E4" w:rsidRPr="003C626B" w:rsidRDefault="00A866E4" w:rsidP="00A866E4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 xml:space="preserve">de </w:t>
      </w:r>
      <w:r w:rsidR="00C75E62">
        <w:rPr>
          <w:rFonts w:ascii="Arial" w:hAnsi="Arial" w:cs="Arial"/>
        </w:rPr>
        <w:t>vloerput</w:t>
      </w:r>
      <w:r w:rsidRPr="003C626B">
        <w:rPr>
          <w:rFonts w:ascii="Arial" w:hAnsi="Arial" w:cs="Arial"/>
        </w:rPr>
        <w:t xml:space="preserve"> wordt geïntegreerd in de hoogte van de chape</w:t>
      </w:r>
    </w:p>
    <w:p w14:paraId="53201BE5" w14:textId="77777777" w:rsidR="00297424" w:rsidRPr="003C626B" w:rsidRDefault="00297424" w:rsidP="00297424">
      <w:pPr>
        <w:pStyle w:val="Heading1"/>
        <w:rPr>
          <w:rFonts w:ascii="Arial" w:hAnsi="Arial" w:cs="Arial"/>
          <w:b/>
        </w:rPr>
      </w:pPr>
      <w:r w:rsidRPr="003C626B">
        <w:rPr>
          <w:rFonts w:ascii="Arial" w:hAnsi="Arial" w:cs="Arial"/>
          <w:b/>
        </w:rPr>
        <w:t>Materiaal en eigenschappen</w:t>
      </w:r>
    </w:p>
    <w:p w14:paraId="11DB0BDE" w14:textId="77777777" w:rsidR="00B86FCC" w:rsidRPr="003C626B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 w:cs="Arial"/>
          <w:b/>
          <w:u w:val="none"/>
        </w:rPr>
      </w:pPr>
      <w:r w:rsidRPr="003C626B">
        <w:rPr>
          <w:rFonts w:ascii="Arial" w:hAnsi="Arial" w:cs="Arial"/>
          <w:b/>
          <w:u w:val="none"/>
        </w:rPr>
        <w:t>Materiaal</w:t>
      </w:r>
    </w:p>
    <w:p w14:paraId="1B62F7CD" w14:textId="77777777" w:rsidR="0081047B" w:rsidRPr="003C626B" w:rsidRDefault="007C145B" w:rsidP="0081047B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>de</w:t>
      </w:r>
      <w:r w:rsidR="00752302" w:rsidRPr="003C626B">
        <w:rPr>
          <w:rFonts w:ascii="Arial" w:hAnsi="Arial" w:cs="Arial"/>
        </w:rPr>
        <w:t xml:space="preserve"> sifon </w:t>
      </w:r>
      <w:r w:rsidRPr="003C626B">
        <w:rPr>
          <w:rFonts w:ascii="Arial" w:hAnsi="Arial" w:cs="Arial"/>
        </w:rPr>
        <w:t xml:space="preserve">is </w:t>
      </w:r>
      <w:r w:rsidR="00752302" w:rsidRPr="003C626B">
        <w:rPr>
          <w:rFonts w:ascii="Arial" w:hAnsi="Arial" w:cs="Arial"/>
        </w:rPr>
        <w:t>van PE</w:t>
      </w:r>
      <w:r w:rsidR="001008E9" w:rsidRPr="003C626B">
        <w:rPr>
          <w:rFonts w:ascii="Arial" w:hAnsi="Arial" w:cs="Arial"/>
        </w:rPr>
        <w:t>-HD</w:t>
      </w:r>
    </w:p>
    <w:p w14:paraId="3EC93722" w14:textId="77777777" w:rsidR="00752302" w:rsidRPr="003C626B" w:rsidRDefault="00752302" w:rsidP="0081047B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>de afvoerbuis is van PE</w:t>
      </w:r>
      <w:r w:rsidR="001008E9" w:rsidRPr="003C626B">
        <w:rPr>
          <w:rFonts w:ascii="Arial" w:hAnsi="Arial" w:cs="Arial"/>
        </w:rPr>
        <w:t>-HD</w:t>
      </w:r>
    </w:p>
    <w:p w14:paraId="4854EE04" w14:textId="7C6B104C" w:rsidR="00691085" w:rsidRDefault="00691085" w:rsidP="0081047B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>de aansluitbuis</w:t>
      </w:r>
      <w:r w:rsidR="00A204AD" w:rsidRPr="003C626B">
        <w:rPr>
          <w:rFonts w:ascii="Arial" w:hAnsi="Arial" w:cs="Arial"/>
        </w:rPr>
        <w:t>,</w:t>
      </w:r>
      <w:r w:rsidRPr="003C626B">
        <w:rPr>
          <w:rFonts w:ascii="Arial" w:hAnsi="Arial" w:cs="Arial"/>
        </w:rPr>
        <w:t xml:space="preserve"> tussen </w:t>
      </w:r>
      <w:r w:rsidR="00C75E62">
        <w:rPr>
          <w:rFonts w:ascii="Arial" w:hAnsi="Arial" w:cs="Arial"/>
        </w:rPr>
        <w:t>het ronde rooster</w:t>
      </w:r>
      <w:r w:rsidRPr="003C626B">
        <w:rPr>
          <w:rFonts w:ascii="Arial" w:hAnsi="Arial" w:cs="Arial"/>
        </w:rPr>
        <w:t xml:space="preserve"> en sifon</w:t>
      </w:r>
      <w:r w:rsidR="00A204AD" w:rsidRPr="003C626B">
        <w:rPr>
          <w:rFonts w:ascii="Arial" w:hAnsi="Arial" w:cs="Arial"/>
        </w:rPr>
        <w:t>,</w:t>
      </w:r>
      <w:r w:rsidRPr="003C626B">
        <w:rPr>
          <w:rFonts w:ascii="Arial" w:hAnsi="Arial" w:cs="Arial"/>
        </w:rPr>
        <w:t xml:space="preserve"> is van P</w:t>
      </w:r>
      <w:r w:rsidR="00050723">
        <w:rPr>
          <w:rFonts w:ascii="Arial" w:hAnsi="Arial" w:cs="Arial"/>
        </w:rPr>
        <w:t>P</w:t>
      </w:r>
    </w:p>
    <w:p w14:paraId="78A1EBD5" w14:textId="4DBE1E1F" w:rsidR="00691085" w:rsidRPr="00050723" w:rsidRDefault="00050723" w:rsidP="00050723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 xml:space="preserve">het </w:t>
      </w:r>
      <w:r>
        <w:rPr>
          <w:rFonts w:ascii="Arial" w:hAnsi="Arial" w:cs="Arial"/>
        </w:rPr>
        <w:t>ronde rooster is van roestvrij staal</w:t>
      </w:r>
    </w:p>
    <w:p w14:paraId="76E14735" w14:textId="77777777" w:rsidR="00945AE1" w:rsidRPr="003C626B" w:rsidRDefault="00945AE1" w:rsidP="00945AE1">
      <w:pPr>
        <w:pStyle w:val="Heading1"/>
        <w:numPr>
          <w:ilvl w:val="1"/>
          <w:numId w:val="18"/>
        </w:numPr>
        <w:rPr>
          <w:rFonts w:ascii="Arial" w:hAnsi="Arial" w:cs="Arial"/>
          <w:b/>
          <w:u w:val="none"/>
        </w:rPr>
      </w:pPr>
      <w:bookmarkStart w:id="0" w:name="_Hlk35850410"/>
      <w:r w:rsidRPr="003C626B">
        <w:rPr>
          <w:rFonts w:ascii="Arial" w:hAnsi="Arial" w:cs="Arial"/>
          <w:b/>
          <w:u w:val="none"/>
        </w:rPr>
        <w:t>Eigenschappen</w:t>
      </w:r>
    </w:p>
    <w:p w14:paraId="3B75ADC5" w14:textId="77777777" w:rsidR="00DA2A59" w:rsidRPr="003C626B" w:rsidRDefault="00DA2A59" w:rsidP="00DA2A59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>de douchesifon is van het "doorstroomtype".</w:t>
      </w:r>
    </w:p>
    <w:p w14:paraId="2C983F9A" w14:textId="77777777" w:rsidR="00DA2A59" w:rsidRPr="003C626B" w:rsidRDefault="00DA2A59" w:rsidP="00DA2A59">
      <w:pPr>
        <w:pStyle w:val="Bulleted2"/>
        <w:rPr>
          <w:rFonts w:ascii="Arial" w:hAnsi="Arial" w:cs="Arial"/>
        </w:rPr>
      </w:pPr>
      <w:r w:rsidRPr="003C626B">
        <w:rPr>
          <w:rFonts w:ascii="Arial" w:hAnsi="Arial" w:cs="Arial"/>
        </w:rPr>
        <w:t>de sifon is zelfreinigend</w:t>
      </w:r>
    </w:p>
    <w:p w14:paraId="67CCB309" w14:textId="68A6660A" w:rsidR="00DA2A59" w:rsidRPr="003C626B" w:rsidRDefault="00DA2A59" w:rsidP="00DA2A59">
      <w:pPr>
        <w:pStyle w:val="Bulleted2"/>
        <w:rPr>
          <w:rFonts w:ascii="Arial" w:hAnsi="Arial" w:cs="Arial"/>
        </w:rPr>
      </w:pPr>
      <w:r w:rsidRPr="003C626B">
        <w:rPr>
          <w:rFonts w:ascii="Arial" w:hAnsi="Arial" w:cs="Arial"/>
        </w:rPr>
        <w:t>het afvoerdebiet is 0,</w:t>
      </w:r>
      <w:r w:rsidR="00E6515B">
        <w:rPr>
          <w:rFonts w:ascii="Arial" w:hAnsi="Arial" w:cs="Arial"/>
        </w:rPr>
        <w:t>8</w:t>
      </w:r>
      <w:r w:rsidRPr="003C626B">
        <w:rPr>
          <w:rFonts w:ascii="Arial" w:hAnsi="Arial" w:cs="Arial"/>
        </w:rPr>
        <w:t xml:space="preserve"> l/s</w:t>
      </w:r>
    </w:p>
    <w:p w14:paraId="32FD5409" w14:textId="77777777" w:rsidR="00DA2A59" w:rsidRPr="003C626B" w:rsidRDefault="00DA2A59" w:rsidP="00DA2A59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>de sifon roest niet</w:t>
      </w:r>
    </w:p>
    <w:p w14:paraId="3B8DA919" w14:textId="77777777" w:rsidR="00DA2A59" w:rsidRPr="003C626B" w:rsidRDefault="00DA2A59" w:rsidP="00DA2A59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>de sifon is voorzien van een akoestische isolatie van EPS, die tegelijkertijd de behuizing is van de sifon</w:t>
      </w:r>
    </w:p>
    <w:p w14:paraId="449CF707" w14:textId="19E94F81" w:rsidR="00DA2A59" w:rsidRPr="003C626B" w:rsidRDefault="00DA2A59" w:rsidP="00DA2A59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>voor een chapehoogte van</w:t>
      </w:r>
      <w:r w:rsidR="009A4D96" w:rsidRPr="003C626B">
        <w:rPr>
          <w:rFonts w:ascii="Arial" w:hAnsi="Arial" w:cs="Arial"/>
        </w:rPr>
        <w:t>af</w:t>
      </w:r>
      <w:r w:rsidRPr="003C626B">
        <w:rPr>
          <w:rFonts w:ascii="Arial" w:hAnsi="Arial" w:cs="Arial"/>
        </w:rPr>
        <w:t xml:space="preserve"> </w:t>
      </w:r>
      <w:r w:rsidR="00E6515B">
        <w:rPr>
          <w:rFonts w:ascii="Arial" w:hAnsi="Arial" w:cs="Arial"/>
        </w:rPr>
        <w:t>11</w:t>
      </w:r>
      <w:r w:rsidR="00EF200A" w:rsidRPr="003C626B">
        <w:rPr>
          <w:rFonts w:ascii="Arial" w:hAnsi="Arial" w:cs="Arial"/>
        </w:rPr>
        <w:t>,</w:t>
      </w:r>
      <w:r w:rsidR="00050723">
        <w:rPr>
          <w:rFonts w:ascii="Arial" w:hAnsi="Arial" w:cs="Arial"/>
        </w:rPr>
        <w:t>4</w:t>
      </w:r>
      <w:r w:rsidRPr="003C626B">
        <w:rPr>
          <w:rFonts w:ascii="Arial" w:hAnsi="Arial" w:cs="Arial"/>
        </w:rPr>
        <w:t xml:space="preserve"> cm</w:t>
      </w:r>
      <w:r w:rsidR="00BA7D5E">
        <w:rPr>
          <w:rFonts w:ascii="Arial" w:hAnsi="Arial" w:cs="Arial"/>
        </w:rPr>
        <w:t xml:space="preserve"> </w:t>
      </w:r>
      <w:r w:rsidR="006F60E1">
        <w:rPr>
          <w:rFonts w:ascii="Arial" w:hAnsi="Arial" w:cs="Arial"/>
        </w:rPr>
        <w:t>bij het afvoerpunt</w:t>
      </w:r>
    </w:p>
    <w:p w14:paraId="54BDA44E" w14:textId="4026C200" w:rsidR="00DA2A59" w:rsidRPr="003C626B" w:rsidRDefault="00DA2A59" w:rsidP="00DA2A59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 xml:space="preserve">de </w:t>
      </w:r>
      <w:r w:rsidR="00653CC8" w:rsidRPr="003C626B">
        <w:rPr>
          <w:rFonts w:ascii="Arial" w:hAnsi="Arial" w:cs="Arial"/>
        </w:rPr>
        <w:t>sifon</w:t>
      </w:r>
      <w:r w:rsidRPr="003C626B">
        <w:rPr>
          <w:rFonts w:ascii="Arial" w:hAnsi="Arial" w:cs="Arial"/>
        </w:rPr>
        <w:t xml:space="preserve"> heeft een horizontale afvoerbuis, Ø </w:t>
      </w:r>
      <w:r w:rsidR="00E6515B">
        <w:rPr>
          <w:rFonts w:ascii="Arial" w:hAnsi="Arial" w:cs="Arial"/>
        </w:rPr>
        <w:t>5</w:t>
      </w:r>
      <w:r w:rsidRPr="003C626B">
        <w:rPr>
          <w:rFonts w:ascii="Arial" w:hAnsi="Arial" w:cs="Arial"/>
        </w:rPr>
        <w:t>0 mm</w:t>
      </w:r>
    </w:p>
    <w:p w14:paraId="0A55193C" w14:textId="115CE948" w:rsidR="00556914" w:rsidRPr="003C626B" w:rsidRDefault="00556914" w:rsidP="00DA2A59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>tussen de onderkant van de afvoerbuis en de betonplaat is er een vrije ruimte van 1,</w:t>
      </w:r>
      <w:r w:rsidR="00E6515B">
        <w:rPr>
          <w:rFonts w:ascii="Arial" w:hAnsi="Arial" w:cs="Arial"/>
        </w:rPr>
        <w:t>7</w:t>
      </w:r>
      <w:r w:rsidRPr="003C626B">
        <w:rPr>
          <w:rFonts w:ascii="Arial" w:hAnsi="Arial" w:cs="Arial"/>
        </w:rPr>
        <w:t xml:space="preserve"> cm; voldoende om afschot te geven</w:t>
      </w:r>
      <w:r w:rsidR="00CE6AC8" w:rsidRPr="003C626B">
        <w:rPr>
          <w:rFonts w:ascii="Arial" w:hAnsi="Arial" w:cs="Arial"/>
        </w:rPr>
        <w:t xml:space="preserve"> aan de afvoerbuis</w:t>
      </w:r>
    </w:p>
    <w:p w14:paraId="405C2A6C" w14:textId="3AA7B6A1" w:rsidR="004C32D3" w:rsidRPr="003C626B" w:rsidRDefault="004C32D3" w:rsidP="00DA2A59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>de af</w:t>
      </w:r>
      <w:r w:rsidR="006F60E1">
        <w:rPr>
          <w:rFonts w:ascii="Arial" w:hAnsi="Arial" w:cs="Arial"/>
        </w:rPr>
        <w:t xml:space="preserve">voeropening van de vloerput </w:t>
      </w:r>
      <w:r w:rsidRPr="003C626B">
        <w:rPr>
          <w:rFonts w:ascii="Arial" w:hAnsi="Arial" w:cs="Arial"/>
        </w:rPr>
        <w:t xml:space="preserve">wordt beschermd tijdens het </w:t>
      </w:r>
      <w:r w:rsidR="006F60E1">
        <w:rPr>
          <w:rFonts w:ascii="Arial" w:hAnsi="Arial" w:cs="Arial"/>
        </w:rPr>
        <w:t xml:space="preserve">plaatsen van de PVC vloerbekleding, </w:t>
      </w:r>
      <w:r w:rsidR="005657C2">
        <w:rPr>
          <w:rFonts w:ascii="Arial" w:hAnsi="Arial" w:cs="Arial"/>
        </w:rPr>
        <w:t xml:space="preserve">daarna wordt met </w:t>
      </w:r>
      <w:r w:rsidR="006F60E1">
        <w:rPr>
          <w:rFonts w:ascii="Arial" w:hAnsi="Arial" w:cs="Arial"/>
        </w:rPr>
        <w:t xml:space="preserve">een mesje </w:t>
      </w:r>
      <w:r w:rsidR="005657C2">
        <w:rPr>
          <w:rFonts w:ascii="Arial" w:hAnsi="Arial" w:cs="Arial"/>
        </w:rPr>
        <w:t>dat in het i</w:t>
      </w:r>
      <w:r w:rsidR="006F60E1">
        <w:rPr>
          <w:rFonts w:ascii="Arial" w:hAnsi="Arial" w:cs="Arial"/>
        </w:rPr>
        <w:t xml:space="preserve">n het </w:t>
      </w:r>
      <w:r w:rsidR="005657C2">
        <w:rPr>
          <w:rFonts w:ascii="Arial" w:hAnsi="Arial" w:cs="Arial"/>
        </w:rPr>
        <w:t xml:space="preserve">midden van de ruwbouwbescherming wordt geplaatst, </w:t>
      </w:r>
      <w:r w:rsidR="0049717A">
        <w:rPr>
          <w:rFonts w:ascii="Arial" w:hAnsi="Arial" w:cs="Arial"/>
        </w:rPr>
        <w:t>een ronde opening gesneden in de PVC vloerbekleding</w:t>
      </w:r>
    </w:p>
    <w:p w14:paraId="2AD44D2C" w14:textId="7CA870AA" w:rsidR="005155C1" w:rsidRDefault="00F77FAD" w:rsidP="00DA2A59">
      <w:pPr>
        <w:pStyle w:val="Bulleted1"/>
        <w:rPr>
          <w:rFonts w:ascii="Arial" w:hAnsi="Arial" w:cs="Arial"/>
        </w:rPr>
      </w:pPr>
      <w:r>
        <w:rPr>
          <w:rFonts w:ascii="Arial" w:hAnsi="Arial" w:cs="Arial"/>
        </w:rPr>
        <w:t xml:space="preserve">de PVC vloerbekleding wordt gekneld in </w:t>
      </w:r>
      <w:r w:rsidR="005657C2">
        <w:rPr>
          <w:rFonts w:ascii="Arial" w:hAnsi="Arial" w:cs="Arial"/>
        </w:rPr>
        <w:t xml:space="preserve">de afvoeropening met </w:t>
      </w:r>
      <w:r>
        <w:rPr>
          <w:rFonts w:ascii="Arial" w:hAnsi="Arial" w:cs="Arial"/>
        </w:rPr>
        <w:t xml:space="preserve">een </w:t>
      </w:r>
      <w:r w:rsidR="005657C2">
        <w:rPr>
          <w:rFonts w:ascii="Arial" w:hAnsi="Arial" w:cs="Arial"/>
        </w:rPr>
        <w:t xml:space="preserve">aan te draaien </w:t>
      </w:r>
      <w:r>
        <w:rPr>
          <w:rFonts w:ascii="Arial" w:hAnsi="Arial" w:cs="Arial"/>
        </w:rPr>
        <w:t>klemflens</w:t>
      </w:r>
    </w:p>
    <w:p w14:paraId="131A0985" w14:textId="7971DBFE" w:rsidR="005657C2" w:rsidRPr="005657C2" w:rsidRDefault="005657C2" w:rsidP="00DA2A59">
      <w:pPr>
        <w:pStyle w:val="Bulleted1"/>
        <w:rPr>
          <w:rFonts w:ascii="Arial" w:hAnsi="Arial" w:cs="Arial"/>
        </w:rPr>
      </w:pPr>
      <w:r>
        <w:t>de haarvanger is uitneembaar voor reiniging</w:t>
      </w:r>
    </w:p>
    <w:p w14:paraId="2011AA31" w14:textId="0234F5FC" w:rsidR="005657C2" w:rsidRPr="003C626B" w:rsidRDefault="005657C2" w:rsidP="00DA2A59">
      <w:pPr>
        <w:pStyle w:val="Bulleted1"/>
        <w:rPr>
          <w:rFonts w:ascii="Arial" w:hAnsi="Arial" w:cs="Arial"/>
        </w:rPr>
      </w:pPr>
      <w:r>
        <w:rPr>
          <w:rFonts w:ascii="Arial" w:hAnsi="Arial"/>
        </w:rPr>
        <w:t xml:space="preserve">de </w:t>
      </w:r>
      <w:r>
        <w:rPr>
          <w:rFonts w:ascii="Arial" w:hAnsi="Arial"/>
        </w:rPr>
        <w:t xml:space="preserve">vloerput </w:t>
      </w:r>
      <w:r>
        <w:rPr>
          <w:rFonts w:ascii="Arial" w:hAnsi="Arial"/>
        </w:rPr>
        <w:t>is belastbaar met maximaal 300 kg</w:t>
      </w:r>
    </w:p>
    <w:bookmarkEnd w:id="0"/>
    <w:p w14:paraId="2DA165F4" w14:textId="77777777" w:rsidR="00B675DB" w:rsidRPr="003C626B" w:rsidRDefault="00B675DB">
      <w:pPr>
        <w:rPr>
          <w:rFonts w:ascii="Arial" w:hAnsi="Arial" w:cs="Arial"/>
          <w:b/>
        </w:rPr>
      </w:pPr>
      <w:r w:rsidRPr="003C626B">
        <w:rPr>
          <w:rFonts w:ascii="Arial" w:hAnsi="Arial" w:cs="Arial"/>
          <w:b/>
        </w:rPr>
        <w:br w:type="page"/>
      </w:r>
    </w:p>
    <w:p w14:paraId="23D11ABB" w14:textId="594D9A57" w:rsidR="00FB49E3" w:rsidRPr="003C626B" w:rsidRDefault="00FB49E3" w:rsidP="00FB49E3">
      <w:pPr>
        <w:pStyle w:val="Heading1"/>
        <w:numPr>
          <w:ilvl w:val="1"/>
          <w:numId w:val="18"/>
        </w:numPr>
        <w:rPr>
          <w:rFonts w:ascii="Arial" w:hAnsi="Arial" w:cs="Arial"/>
          <w:b/>
          <w:u w:val="none"/>
        </w:rPr>
      </w:pPr>
      <w:r w:rsidRPr="003C626B">
        <w:rPr>
          <w:rFonts w:ascii="Arial" w:hAnsi="Arial" w:cs="Arial"/>
          <w:b/>
          <w:u w:val="none"/>
        </w:rPr>
        <w:lastRenderedPageBreak/>
        <w:t>Afmetinge</w:t>
      </w:r>
      <w:r w:rsidR="00DE3392" w:rsidRPr="003C626B">
        <w:rPr>
          <w:rFonts w:ascii="Arial" w:hAnsi="Arial" w:cs="Arial"/>
          <w:b/>
          <w:u w:val="none"/>
        </w:rPr>
        <w:t>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6997"/>
      </w:tblGrid>
      <w:tr w:rsidR="00FB2ACF" w:rsidRPr="003C626B" w14:paraId="2AC1DC8E" w14:textId="77777777" w:rsidTr="00FB2ACF">
        <w:tc>
          <w:tcPr>
            <w:tcW w:w="1163" w:type="dxa"/>
          </w:tcPr>
          <w:p w14:paraId="27FB50A7" w14:textId="128488B9" w:rsidR="00FB2ACF" w:rsidRPr="00635E8A" w:rsidRDefault="00FB2ACF" w:rsidP="003308B9">
            <w:pPr>
              <w:rPr>
                <w:rFonts w:ascii="Arial" w:hAnsi="Arial" w:cs="Arial"/>
              </w:rPr>
            </w:pPr>
            <w:r w:rsidRPr="00635E8A">
              <w:rPr>
                <w:rFonts w:ascii="Arial" w:hAnsi="Arial" w:cs="Arial"/>
              </w:rPr>
              <w:t>hoogte:</w:t>
            </w:r>
            <w:r w:rsidR="005657C2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</w:tcPr>
          <w:p w14:paraId="6F51CC8A" w14:textId="66A20DA0" w:rsidR="00FB2ACF" w:rsidRPr="00635E8A" w:rsidRDefault="005657C2" w:rsidP="003308B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van </w:t>
            </w:r>
            <w:r w:rsidR="00E6515B">
              <w:rPr>
                <w:rFonts w:ascii="Arial" w:hAnsi="Arial" w:cs="Arial"/>
              </w:rPr>
              <w:t>11</w:t>
            </w:r>
            <w:r w:rsidR="00CB56AD" w:rsidRPr="00635E8A">
              <w:rPr>
                <w:rFonts w:ascii="Arial" w:hAnsi="Arial" w:cs="Arial"/>
              </w:rPr>
              <w:t>,</w:t>
            </w:r>
            <w:r w:rsidR="00F77FAD">
              <w:rPr>
                <w:rFonts w:ascii="Arial" w:hAnsi="Arial" w:cs="Arial"/>
              </w:rPr>
              <w:t>4</w:t>
            </w:r>
          </w:p>
        </w:tc>
        <w:tc>
          <w:tcPr>
            <w:tcW w:w="85" w:type="dxa"/>
          </w:tcPr>
          <w:p w14:paraId="3020BAFA" w14:textId="77777777" w:rsidR="00FB2ACF" w:rsidRPr="00635E8A" w:rsidRDefault="00FB2ACF" w:rsidP="003308B9">
            <w:pPr>
              <w:rPr>
                <w:rFonts w:ascii="Arial" w:hAnsi="Arial" w:cs="Arial"/>
              </w:rPr>
            </w:pPr>
          </w:p>
        </w:tc>
        <w:tc>
          <w:tcPr>
            <w:tcW w:w="6997" w:type="dxa"/>
          </w:tcPr>
          <w:p w14:paraId="72B1D193" w14:textId="5D885112" w:rsidR="00FB2ACF" w:rsidRPr="003C626B" w:rsidRDefault="00FB2ACF" w:rsidP="003308B9">
            <w:pPr>
              <w:rPr>
                <w:rFonts w:ascii="Arial" w:hAnsi="Arial" w:cs="Arial"/>
              </w:rPr>
            </w:pPr>
            <w:r w:rsidRPr="00635E8A">
              <w:rPr>
                <w:rFonts w:ascii="Arial" w:hAnsi="Arial" w:cs="Arial"/>
              </w:rPr>
              <w:t xml:space="preserve">tot </w:t>
            </w:r>
            <w:r w:rsidR="00E6515B">
              <w:rPr>
                <w:rFonts w:ascii="Arial" w:hAnsi="Arial" w:cs="Arial"/>
              </w:rPr>
              <w:t>2</w:t>
            </w:r>
            <w:r w:rsidR="00CB56AD" w:rsidRPr="00635E8A">
              <w:rPr>
                <w:rFonts w:ascii="Arial" w:hAnsi="Arial" w:cs="Arial"/>
              </w:rPr>
              <w:t>1,</w:t>
            </w:r>
            <w:r w:rsidR="005657C2">
              <w:rPr>
                <w:rFonts w:ascii="Arial" w:hAnsi="Arial" w:cs="Arial"/>
              </w:rPr>
              <w:t>5</w:t>
            </w:r>
            <w:r w:rsidRPr="00635E8A">
              <w:rPr>
                <w:rFonts w:ascii="Arial" w:hAnsi="Arial" w:cs="Arial"/>
              </w:rPr>
              <w:t xml:space="preserve"> cm</w:t>
            </w:r>
          </w:p>
        </w:tc>
      </w:tr>
    </w:tbl>
    <w:p w14:paraId="04A15E02" w14:textId="56BA770D" w:rsidR="005657C2" w:rsidRPr="003C626B" w:rsidRDefault="005657C2" w:rsidP="005657C2">
      <w:pPr>
        <w:pStyle w:val="Heading1"/>
        <w:numPr>
          <w:ilvl w:val="1"/>
          <w:numId w:val="18"/>
        </w:numPr>
        <w:rPr>
          <w:rFonts w:ascii="Arial" w:hAnsi="Arial" w:cs="Arial"/>
          <w:b/>
          <w:u w:val="none"/>
        </w:rPr>
      </w:pPr>
      <w:r>
        <w:rPr>
          <w:rFonts w:ascii="Arial" w:hAnsi="Arial" w:cs="Arial"/>
          <w:b/>
          <w:u w:val="none"/>
        </w:rPr>
        <w:t>T</w:t>
      </w:r>
      <w:r>
        <w:rPr>
          <w:rFonts w:ascii="Arial" w:hAnsi="Arial" w:cs="Arial"/>
          <w:b/>
          <w:u w:val="none"/>
        </w:rPr>
        <w:t>oebehoren</w:t>
      </w:r>
    </w:p>
    <w:p w14:paraId="5216DF8E" w14:textId="254ABDF5" w:rsidR="005657C2" w:rsidRPr="0049798B" w:rsidRDefault="005657C2" w:rsidP="005657C2">
      <w:pPr>
        <w:pStyle w:val="Bulleted1"/>
        <w:rPr>
          <w:rFonts w:ascii="Arial" w:hAnsi="Arial"/>
          <w:color w:val="0070C0"/>
        </w:rPr>
      </w:pPr>
      <w:r>
        <w:rPr>
          <w:rFonts w:ascii="Arial" w:hAnsi="Arial"/>
          <w:color w:val="0070C0"/>
        </w:rPr>
        <w:t>Rond rooster van roestvrij staal om vast te schroeven, om vandalisme te ontmoedigen</w:t>
      </w:r>
    </w:p>
    <w:p w14:paraId="4CAD5D52" w14:textId="77777777" w:rsidR="008D0552" w:rsidRPr="003C626B" w:rsidRDefault="00016FF3" w:rsidP="008D0552">
      <w:pPr>
        <w:pStyle w:val="Heading1"/>
        <w:rPr>
          <w:rFonts w:ascii="Arial" w:hAnsi="Arial" w:cs="Arial"/>
          <w:b/>
        </w:rPr>
      </w:pPr>
      <w:r w:rsidRPr="003C626B">
        <w:rPr>
          <w:rFonts w:ascii="Arial" w:hAnsi="Arial" w:cs="Arial"/>
          <w:b/>
        </w:rPr>
        <w:t>Plaatsing</w:t>
      </w:r>
    </w:p>
    <w:p w14:paraId="31E1F133" w14:textId="77777777" w:rsidR="008C0266" w:rsidRPr="003C626B" w:rsidRDefault="00016FF3" w:rsidP="00016FF3">
      <w:pPr>
        <w:pStyle w:val="Bulleted1"/>
        <w:numPr>
          <w:ilvl w:val="0"/>
          <w:numId w:val="0"/>
        </w:numPr>
        <w:rPr>
          <w:rFonts w:ascii="Arial" w:hAnsi="Arial" w:cs="Arial"/>
        </w:rPr>
      </w:pPr>
      <w:r w:rsidRPr="003C626B">
        <w:rPr>
          <w:rFonts w:ascii="Arial" w:hAnsi="Arial" w:cs="Arial"/>
        </w:rPr>
        <w:t>Volgens de richtlijnen van de fabrikant</w:t>
      </w:r>
    </w:p>
    <w:p w14:paraId="43EF0645" w14:textId="77777777" w:rsidR="006F3011" w:rsidRPr="003C626B" w:rsidRDefault="006F3011" w:rsidP="006F3011">
      <w:pPr>
        <w:pStyle w:val="Heading1"/>
        <w:rPr>
          <w:rFonts w:ascii="Arial" w:hAnsi="Arial" w:cs="Arial"/>
          <w:b/>
        </w:rPr>
      </w:pPr>
      <w:r w:rsidRPr="003C626B">
        <w:rPr>
          <w:rFonts w:ascii="Arial" w:hAnsi="Arial" w:cs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2"/>
        <w:gridCol w:w="2977"/>
        <w:gridCol w:w="4076"/>
      </w:tblGrid>
      <w:tr w:rsidR="00CB56AD" w:rsidRPr="003C626B" w14:paraId="6C163359" w14:textId="77777777" w:rsidTr="00CB56AD">
        <w:trPr>
          <w:trHeight w:hRule="exact" w:val="2774"/>
        </w:trPr>
        <w:tc>
          <w:tcPr>
            <w:tcW w:w="2972" w:type="dxa"/>
            <w:vAlign w:val="bottom"/>
          </w:tcPr>
          <w:p w14:paraId="43D06F9D" w14:textId="09E0DCA8" w:rsidR="00CB56AD" w:rsidRPr="003C626B" w:rsidRDefault="00E6515B" w:rsidP="009C6207">
            <w:pPr>
              <w:rPr>
                <w:rFonts w:ascii="Arial" w:hAnsi="Arial" w:cs="Arial"/>
              </w:rPr>
            </w:pPr>
            <w:bookmarkStart w:id="1" w:name="_Hlk39065217"/>
            <w:r>
              <w:rPr>
                <w:noProof/>
              </w:rPr>
              <w:drawing>
                <wp:inline distT="0" distB="0" distL="0" distR="0" wp14:anchorId="127DE22A" wp14:editId="025A2387">
                  <wp:extent cx="1750060" cy="1629410"/>
                  <wp:effectExtent l="0" t="0" r="2540" b="889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0060" cy="162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7" w:type="dxa"/>
            <w:vAlign w:val="bottom"/>
          </w:tcPr>
          <w:p w14:paraId="2E56BF1D" w14:textId="2965D68C" w:rsidR="00CB56AD" w:rsidRPr="003C626B" w:rsidRDefault="00F77FAD" w:rsidP="009C6207">
            <w:pPr>
              <w:jc w:val="center"/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42E4769A" wp14:editId="51A6BF32">
                  <wp:extent cx="1753235" cy="89535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3235" cy="895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6" w:type="dxa"/>
            <w:vAlign w:val="bottom"/>
          </w:tcPr>
          <w:p w14:paraId="50EE96A6" w14:textId="709DCCE1" w:rsidR="00CB56AD" w:rsidRPr="003C626B" w:rsidRDefault="00E6515B" w:rsidP="009C6207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70C9D8BC" wp14:editId="0A8C8E06">
                  <wp:extent cx="2451100" cy="1513205"/>
                  <wp:effectExtent l="0" t="0" r="635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51100" cy="15132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1"/>
    <w:p w14:paraId="2ABCBD64" w14:textId="77777777" w:rsidR="00987539" w:rsidRPr="003C626B" w:rsidRDefault="00532386" w:rsidP="00854FEE">
      <w:pPr>
        <w:pStyle w:val="Bulleted1"/>
        <w:numPr>
          <w:ilvl w:val="0"/>
          <w:numId w:val="0"/>
        </w:numPr>
        <w:rPr>
          <w:rFonts w:ascii="Arial" w:hAnsi="Arial" w:cs="Arial"/>
        </w:rPr>
      </w:pPr>
      <w:r w:rsidRPr="003C626B">
        <w:rPr>
          <w:rFonts w:ascii="Arial" w:hAnsi="Arial" w:cs="Arial"/>
        </w:rPr>
        <w:t>legende:</w:t>
      </w:r>
    </w:p>
    <w:p w14:paraId="25BA7A13" w14:textId="1F41C19E" w:rsidR="003308B9" w:rsidRDefault="003308B9" w:rsidP="00854FEE">
      <w:pPr>
        <w:pStyle w:val="Bulleted1"/>
        <w:numPr>
          <w:ilvl w:val="0"/>
          <w:numId w:val="0"/>
        </w:numPr>
        <w:rPr>
          <w:rFonts w:ascii="Arial" w:hAnsi="Arial" w:cs="Arial"/>
        </w:rPr>
      </w:pPr>
      <w:r w:rsidRPr="00635E8A">
        <w:rPr>
          <w:rFonts w:ascii="Arial" w:hAnsi="Arial" w:cs="Arial"/>
        </w:rPr>
        <w:t xml:space="preserve">d = </w:t>
      </w:r>
      <w:r w:rsidR="00E6515B">
        <w:rPr>
          <w:rFonts w:ascii="Arial" w:hAnsi="Arial" w:cs="Arial"/>
        </w:rPr>
        <w:t>5</w:t>
      </w:r>
      <w:r w:rsidRPr="00635E8A">
        <w:rPr>
          <w:rFonts w:ascii="Arial" w:hAnsi="Arial" w:cs="Arial"/>
        </w:rPr>
        <w:t>0</w:t>
      </w:r>
      <w:r w:rsidR="0003312E" w:rsidRPr="00635E8A">
        <w:rPr>
          <w:rFonts w:ascii="Arial" w:hAnsi="Arial" w:cs="Arial"/>
        </w:rPr>
        <w:t xml:space="preserve"> </w:t>
      </w:r>
      <w:r w:rsidRPr="00635E8A">
        <w:rPr>
          <w:rFonts w:ascii="Arial" w:hAnsi="Arial" w:cs="Arial"/>
        </w:rPr>
        <w:t>mm</w:t>
      </w:r>
    </w:p>
    <w:p w14:paraId="0E9D17B6" w14:textId="5E4DAE47" w:rsidR="00DC3574" w:rsidRPr="00635E8A" w:rsidRDefault="00DC3574" w:rsidP="00854FEE">
      <w:pPr>
        <w:pStyle w:val="Bulleted1"/>
        <w:numPr>
          <w:ilvl w:val="0"/>
          <w:numId w:val="0"/>
        </w:numPr>
        <w:rPr>
          <w:rFonts w:ascii="Arial" w:hAnsi="Arial" w:cs="Arial"/>
        </w:rPr>
      </w:pPr>
      <w:r>
        <w:rPr>
          <w:rFonts w:ascii="Arial" w:hAnsi="Arial" w:cs="Arial"/>
        </w:rPr>
        <w:t>D = 17 cm</w:t>
      </w:r>
    </w:p>
    <w:p w14:paraId="7DE9EF15" w14:textId="77777777" w:rsidR="00532386" w:rsidRPr="00635E8A" w:rsidRDefault="00532386" w:rsidP="00854FEE">
      <w:pPr>
        <w:pStyle w:val="Bulleted1"/>
        <w:numPr>
          <w:ilvl w:val="0"/>
          <w:numId w:val="0"/>
        </w:numPr>
        <w:rPr>
          <w:rFonts w:ascii="Arial" w:hAnsi="Arial" w:cs="Arial"/>
        </w:rPr>
      </w:pPr>
      <w:r w:rsidRPr="00635E8A">
        <w:rPr>
          <w:rFonts w:ascii="Arial" w:hAnsi="Arial" w:cs="Arial"/>
        </w:rPr>
        <w:t xml:space="preserve">L = </w:t>
      </w:r>
      <w:r w:rsidR="0003312E" w:rsidRPr="00635E8A">
        <w:rPr>
          <w:rFonts w:ascii="Arial" w:hAnsi="Arial" w:cs="Arial"/>
        </w:rPr>
        <w:t>30 cm</w:t>
      </w:r>
    </w:p>
    <w:p w14:paraId="12860413" w14:textId="77777777" w:rsidR="00532386" w:rsidRPr="00635E8A" w:rsidRDefault="0003312E" w:rsidP="00854FEE">
      <w:pPr>
        <w:pStyle w:val="Bulleted1"/>
        <w:numPr>
          <w:ilvl w:val="0"/>
          <w:numId w:val="0"/>
        </w:numPr>
        <w:rPr>
          <w:rFonts w:ascii="Arial" w:hAnsi="Arial" w:cs="Arial"/>
        </w:rPr>
      </w:pPr>
      <w:r w:rsidRPr="00635E8A">
        <w:rPr>
          <w:rFonts w:ascii="Arial" w:hAnsi="Arial" w:cs="Arial"/>
        </w:rPr>
        <w:t>L1</w:t>
      </w:r>
      <w:r w:rsidR="00532386" w:rsidRPr="00635E8A">
        <w:rPr>
          <w:rFonts w:ascii="Arial" w:hAnsi="Arial" w:cs="Arial"/>
        </w:rPr>
        <w:t xml:space="preserve"> = </w:t>
      </w:r>
      <w:r w:rsidRPr="00635E8A">
        <w:rPr>
          <w:rFonts w:ascii="Arial" w:hAnsi="Arial" w:cs="Arial"/>
        </w:rPr>
        <w:t>35,8 cm</w:t>
      </w:r>
    </w:p>
    <w:p w14:paraId="3A5701BA" w14:textId="77777777" w:rsidR="00532386" w:rsidRPr="00635E8A" w:rsidRDefault="0003312E" w:rsidP="00854FEE">
      <w:pPr>
        <w:pStyle w:val="Bulleted1"/>
        <w:numPr>
          <w:ilvl w:val="0"/>
          <w:numId w:val="0"/>
        </w:numPr>
        <w:rPr>
          <w:rFonts w:ascii="Arial" w:hAnsi="Arial" w:cs="Arial"/>
        </w:rPr>
      </w:pPr>
      <w:r w:rsidRPr="00635E8A">
        <w:rPr>
          <w:rFonts w:ascii="Arial" w:hAnsi="Arial" w:cs="Arial"/>
        </w:rPr>
        <w:t>B</w:t>
      </w:r>
      <w:r w:rsidR="00532386" w:rsidRPr="00635E8A">
        <w:rPr>
          <w:rFonts w:ascii="Arial" w:hAnsi="Arial" w:cs="Arial"/>
        </w:rPr>
        <w:t xml:space="preserve"> = </w:t>
      </w:r>
      <w:r w:rsidRPr="00635E8A">
        <w:rPr>
          <w:rFonts w:ascii="Arial" w:hAnsi="Arial" w:cs="Arial"/>
        </w:rPr>
        <w:t>13 cm</w:t>
      </w:r>
    </w:p>
    <w:p w14:paraId="36EA1895" w14:textId="51D271E6" w:rsidR="0003312E" w:rsidRPr="00635E8A" w:rsidRDefault="0003312E" w:rsidP="00854FEE">
      <w:pPr>
        <w:pStyle w:val="Bulleted1"/>
        <w:numPr>
          <w:ilvl w:val="0"/>
          <w:numId w:val="0"/>
        </w:numPr>
        <w:rPr>
          <w:rFonts w:ascii="Arial" w:hAnsi="Arial" w:cs="Arial"/>
        </w:rPr>
      </w:pPr>
      <w:r w:rsidRPr="00635E8A">
        <w:rPr>
          <w:rFonts w:ascii="Arial" w:hAnsi="Arial" w:cs="Arial"/>
        </w:rPr>
        <w:t xml:space="preserve">H = </w:t>
      </w:r>
      <w:r w:rsidR="00E6515B">
        <w:rPr>
          <w:rFonts w:ascii="Arial" w:hAnsi="Arial" w:cs="Arial"/>
        </w:rPr>
        <w:t>9</w:t>
      </w:r>
      <w:r w:rsidRPr="00635E8A">
        <w:rPr>
          <w:rFonts w:ascii="Arial" w:hAnsi="Arial" w:cs="Arial"/>
        </w:rPr>
        <w:t xml:space="preserve"> cm</w:t>
      </w:r>
    </w:p>
    <w:p w14:paraId="4DBDE811" w14:textId="1AB33A41" w:rsidR="0003312E" w:rsidRPr="00635E8A" w:rsidRDefault="0003312E" w:rsidP="00854FEE">
      <w:pPr>
        <w:pStyle w:val="Bulleted1"/>
        <w:numPr>
          <w:ilvl w:val="0"/>
          <w:numId w:val="0"/>
        </w:numPr>
        <w:rPr>
          <w:rFonts w:ascii="Arial" w:hAnsi="Arial" w:cs="Arial"/>
        </w:rPr>
      </w:pPr>
      <w:r w:rsidRPr="00635E8A">
        <w:rPr>
          <w:rFonts w:ascii="Arial" w:hAnsi="Arial" w:cs="Arial"/>
        </w:rPr>
        <w:t xml:space="preserve">H1 = </w:t>
      </w:r>
      <w:r w:rsidR="00E6515B">
        <w:rPr>
          <w:rFonts w:ascii="Arial" w:hAnsi="Arial" w:cs="Arial"/>
        </w:rPr>
        <w:t>11</w:t>
      </w:r>
      <w:r w:rsidR="00EE5476" w:rsidRPr="00635E8A">
        <w:rPr>
          <w:rFonts w:ascii="Arial" w:hAnsi="Arial" w:cs="Arial"/>
        </w:rPr>
        <w:t>,</w:t>
      </w:r>
      <w:r w:rsidR="00DC3574">
        <w:rPr>
          <w:rFonts w:ascii="Arial" w:hAnsi="Arial" w:cs="Arial"/>
        </w:rPr>
        <w:t>4</w:t>
      </w:r>
      <w:r w:rsidRPr="00635E8A">
        <w:rPr>
          <w:rFonts w:ascii="Arial" w:hAnsi="Arial" w:cs="Arial"/>
        </w:rPr>
        <w:t xml:space="preserve"> – </w:t>
      </w:r>
      <w:r w:rsidR="00E6515B">
        <w:rPr>
          <w:rFonts w:ascii="Arial" w:hAnsi="Arial" w:cs="Arial"/>
        </w:rPr>
        <w:t>21</w:t>
      </w:r>
      <w:r w:rsidR="00EE5476" w:rsidRPr="00635E8A">
        <w:rPr>
          <w:rFonts w:ascii="Arial" w:hAnsi="Arial" w:cs="Arial"/>
        </w:rPr>
        <w:t>,5</w:t>
      </w:r>
      <w:r w:rsidRPr="00635E8A">
        <w:rPr>
          <w:rFonts w:ascii="Arial" w:hAnsi="Arial" w:cs="Arial"/>
        </w:rPr>
        <w:t xml:space="preserve"> cm</w:t>
      </w:r>
    </w:p>
    <w:p w14:paraId="097CA926" w14:textId="590E726B" w:rsidR="0003312E" w:rsidRPr="003C626B" w:rsidRDefault="00EE5476" w:rsidP="00854FEE">
      <w:pPr>
        <w:pStyle w:val="Bulleted1"/>
        <w:numPr>
          <w:ilvl w:val="0"/>
          <w:numId w:val="0"/>
        </w:numPr>
        <w:rPr>
          <w:rFonts w:ascii="Arial" w:hAnsi="Arial" w:cs="Arial"/>
        </w:rPr>
      </w:pPr>
      <w:r w:rsidRPr="00635E8A">
        <w:rPr>
          <w:rFonts w:ascii="Arial" w:hAnsi="Arial" w:cs="Arial"/>
        </w:rPr>
        <w:t>h</w:t>
      </w:r>
      <w:r w:rsidR="0003312E" w:rsidRPr="00635E8A">
        <w:rPr>
          <w:rFonts w:ascii="Arial" w:hAnsi="Arial" w:cs="Arial"/>
        </w:rPr>
        <w:t xml:space="preserve"> = </w:t>
      </w:r>
      <w:r w:rsidR="00E6515B">
        <w:rPr>
          <w:rFonts w:ascii="Arial" w:hAnsi="Arial" w:cs="Arial"/>
        </w:rPr>
        <w:t>4</w:t>
      </w:r>
      <w:r w:rsidR="0003312E" w:rsidRPr="00635E8A">
        <w:rPr>
          <w:rFonts w:ascii="Arial" w:hAnsi="Arial" w:cs="Arial"/>
        </w:rPr>
        <w:t>,2 cm</w:t>
      </w:r>
    </w:p>
    <w:p w14:paraId="0E71C989" w14:textId="77777777" w:rsidR="00987539" w:rsidRPr="003C626B" w:rsidRDefault="00987539" w:rsidP="00854FEE">
      <w:pPr>
        <w:pStyle w:val="Bulleted1"/>
        <w:numPr>
          <w:ilvl w:val="0"/>
          <w:numId w:val="0"/>
        </w:numPr>
        <w:rPr>
          <w:rFonts w:ascii="Arial" w:hAnsi="Arial" w:cs="Arial"/>
        </w:rPr>
      </w:pPr>
    </w:p>
    <w:sectPr w:rsidR="00987539" w:rsidRPr="003C626B" w:rsidSect="00832A37">
      <w:headerReference w:type="default" r:id="rId10"/>
      <w:footerReference w:type="default" r:id="rId11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C8FABE" w14:textId="77777777" w:rsidR="003D60AD" w:rsidRDefault="003D60AD">
      <w:r>
        <w:separator/>
      </w:r>
    </w:p>
  </w:endnote>
  <w:endnote w:type="continuationSeparator" w:id="0">
    <w:p w14:paraId="4D995F0F" w14:textId="77777777" w:rsidR="003D60AD" w:rsidRDefault="003D60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3308B9" w:rsidRPr="00292A26" w14:paraId="73B68E33" w14:textId="77777777">
      <w:tc>
        <w:tcPr>
          <w:tcW w:w="3392" w:type="dxa"/>
        </w:tcPr>
        <w:p w14:paraId="20C64CAD" w14:textId="77777777" w:rsidR="003308B9" w:rsidRDefault="003308B9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14:paraId="7278544C" w14:textId="77777777" w:rsidR="003308B9" w:rsidRDefault="003308B9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0D46E471" w14:textId="77777777" w:rsidR="003308B9" w:rsidRPr="00292A26" w:rsidRDefault="003308B9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3D7A41D9" w14:textId="77777777" w:rsidR="003308B9" w:rsidRPr="00292A26" w:rsidRDefault="003308B9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5BA5F9" w14:textId="77777777" w:rsidR="003D60AD" w:rsidRDefault="003D60AD">
      <w:r>
        <w:separator/>
      </w:r>
    </w:p>
  </w:footnote>
  <w:footnote w:type="continuationSeparator" w:id="0">
    <w:p w14:paraId="5AEBB472" w14:textId="77777777" w:rsidR="003D60AD" w:rsidRDefault="003D60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E0F15B" w14:textId="157F7A21" w:rsidR="003308B9" w:rsidRPr="00B64DD5" w:rsidRDefault="003308B9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 w:rsidR="00C75E62">
      <w:rPr>
        <w:rFonts w:ascii="Arial" w:hAnsi="Arial"/>
        <w:b/>
      </w:rPr>
      <w:t>vloerput voor inloopdouche</w:t>
    </w:r>
    <w:r>
      <w:rPr>
        <w:rFonts w:ascii="Arial" w:hAnsi="Arial"/>
        <w:b/>
      </w:rPr>
      <w:t>,</w:t>
    </w:r>
    <w:r w:rsidRPr="00B64DD5">
      <w:rPr>
        <w:rFonts w:ascii="Arial" w:hAnsi="Arial"/>
        <w:b/>
      </w:rPr>
      <w:tab/>
    </w:r>
    <w:r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3E915FC0" wp14:editId="6A131CAB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3982B3E" w14:textId="785A9F67" w:rsidR="003308B9" w:rsidRPr="00B64DD5" w:rsidRDefault="00C75E62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>voor vloerafwerking van vinyl</w:t>
    </w:r>
    <w:r w:rsidR="003308B9">
      <w:rPr>
        <w:rFonts w:ascii="Arial" w:hAnsi="Arial"/>
        <w:b/>
      </w:rPr>
      <w:t xml:space="preserve">: sifon </w:t>
    </w:r>
    <w:r>
      <w:rPr>
        <w:rFonts w:ascii="Arial" w:hAnsi="Arial"/>
        <w:b/>
      </w:rPr>
      <w:t>heeft</w:t>
    </w:r>
    <w:r w:rsidR="003308B9">
      <w:rPr>
        <w:rFonts w:ascii="Arial" w:hAnsi="Arial"/>
        <w:b/>
      </w:rPr>
      <w:t xml:space="preserve"> </w:t>
    </w:r>
    <w:r>
      <w:rPr>
        <w:rFonts w:ascii="Arial" w:hAnsi="Arial"/>
        <w:b/>
      </w:rPr>
      <w:br/>
    </w:r>
    <w:r w:rsidR="003308B9">
      <w:rPr>
        <w:rFonts w:ascii="Arial" w:hAnsi="Arial"/>
        <w:b/>
      </w:rPr>
      <w:t xml:space="preserve">een waterslot van </w:t>
    </w:r>
    <w:r w:rsidR="00E6515B">
      <w:rPr>
        <w:rFonts w:ascii="Arial" w:hAnsi="Arial"/>
        <w:b/>
      </w:rPr>
      <w:t>5</w:t>
    </w:r>
    <w:r w:rsidR="003308B9">
      <w:rPr>
        <w:rFonts w:ascii="Arial" w:hAnsi="Arial"/>
        <w:b/>
      </w:rPr>
      <w:t xml:space="preserve"> cm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5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659D"/>
    <w:rsid w:val="00007EC2"/>
    <w:rsid w:val="000151C3"/>
    <w:rsid w:val="00016FF3"/>
    <w:rsid w:val="00020AD0"/>
    <w:rsid w:val="000221DA"/>
    <w:rsid w:val="000268CF"/>
    <w:rsid w:val="00027C6F"/>
    <w:rsid w:val="00030BCD"/>
    <w:rsid w:val="00032772"/>
    <w:rsid w:val="0003312E"/>
    <w:rsid w:val="00034F21"/>
    <w:rsid w:val="000350EE"/>
    <w:rsid w:val="00041BD2"/>
    <w:rsid w:val="0004421B"/>
    <w:rsid w:val="00045470"/>
    <w:rsid w:val="00045D39"/>
    <w:rsid w:val="00045DA0"/>
    <w:rsid w:val="00045FAA"/>
    <w:rsid w:val="00046FF8"/>
    <w:rsid w:val="00050723"/>
    <w:rsid w:val="00051F50"/>
    <w:rsid w:val="000525A3"/>
    <w:rsid w:val="00056B2E"/>
    <w:rsid w:val="0006259B"/>
    <w:rsid w:val="000705ED"/>
    <w:rsid w:val="00076AAD"/>
    <w:rsid w:val="0007796E"/>
    <w:rsid w:val="00080B0F"/>
    <w:rsid w:val="00081315"/>
    <w:rsid w:val="00085A0C"/>
    <w:rsid w:val="00086176"/>
    <w:rsid w:val="0009240B"/>
    <w:rsid w:val="00094351"/>
    <w:rsid w:val="000951E0"/>
    <w:rsid w:val="000A0304"/>
    <w:rsid w:val="000A13DD"/>
    <w:rsid w:val="000A193A"/>
    <w:rsid w:val="000A4E1B"/>
    <w:rsid w:val="000A7091"/>
    <w:rsid w:val="000A7126"/>
    <w:rsid w:val="000B0893"/>
    <w:rsid w:val="000B2CEC"/>
    <w:rsid w:val="000B490E"/>
    <w:rsid w:val="000B5562"/>
    <w:rsid w:val="000B5DD7"/>
    <w:rsid w:val="000B640D"/>
    <w:rsid w:val="000C0B99"/>
    <w:rsid w:val="000C4F0B"/>
    <w:rsid w:val="000C690D"/>
    <w:rsid w:val="000D016D"/>
    <w:rsid w:val="000D1767"/>
    <w:rsid w:val="000D2B3D"/>
    <w:rsid w:val="000D382A"/>
    <w:rsid w:val="000D3AFC"/>
    <w:rsid w:val="000E19F8"/>
    <w:rsid w:val="000E4E64"/>
    <w:rsid w:val="000E6962"/>
    <w:rsid w:val="000F3A52"/>
    <w:rsid w:val="000F7E1A"/>
    <w:rsid w:val="001008E9"/>
    <w:rsid w:val="001013B9"/>
    <w:rsid w:val="00101998"/>
    <w:rsid w:val="00102905"/>
    <w:rsid w:val="0010364E"/>
    <w:rsid w:val="0010510C"/>
    <w:rsid w:val="00107BD4"/>
    <w:rsid w:val="00111D93"/>
    <w:rsid w:val="00115702"/>
    <w:rsid w:val="001165B1"/>
    <w:rsid w:val="00120CA6"/>
    <w:rsid w:val="00121823"/>
    <w:rsid w:val="001237D2"/>
    <w:rsid w:val="0012409F"/>
    <w:rsid w:val="0013316F"/>
    <w:rsid w:val="0013512D"/>
    <w:rsid w:val="00140353"/>
    <w:rsid w:val="00140842"/>
    <w:rsid w:val="0014136A"/>
    <w:rsid w:val="00143C7B"/>
    <w:rsid w:val="00152D82"/>
    <w:rsid w:val="00153C00"/>
    <w:rsid w:val="00153C75"/>
    <w:rsid w:val="00154B99"/>
    <w:rsid w:val="00155BA4"/>
    <w:rsid w:val="001577D6"/>
    <w:rsid w:val="00157D48"/>
    <w:rsid w:val="00160BD2"/>
    <w:rsid w:val="00162C34"/>
    <w:rsid w:val="001755CC"/>
    <w:rsid w:val="001755E5"/>
    <w:rsid w:val="00181354"/>
    <w:rsid w:val="00184EC6"/>
    <w:rsid w:val="001879EF"/>
    <w:rsid w:val="001928A1"/>
    <w:rsid w:val="00193E0D"/>
    <w:rsid w:val="001A6724"/>
    <w:rsid w:val="001B5080"/>
    <w:rsid w:val="001B5201"/>
    <w:rsid w:val="001B72F7"/>
    <w:rsid w:val="001B76D0"/>
    <w:rsid w:val="001B7A85"/>
    <w:rsid w:val="001B7B72"/>
    <w:rsid w:val="001B7BED"/>
    <w:rsid w:val="001C1CA3"/>
    <w:rsid w:val="001C4ADA"/>
    <w:rsid w:val="001C5873"/>
    <w:rsid w:val="001C624D"/>
    <w:rsid w:val="001C7BC7"/>
    <w:rsid w:val="001D0648"/>
    <w:rsid w:val="001D5DD5"/>
    <w:rsid w:val="001D79B0"/>
    <w:rsid w:val="001E3C5D"/>
    <w:rsid w:val="001E643E"/>
    <w:rsid w:val="001F0B2D"/>
    <w:rsid w:val="001F20D6"/>
    <w:rsid w:val="001F274C"/>
    <w:rsid w:val="001F3DE7"/>
    <w:rsid w:val="001F69E2"/>
    <w:rsid w:val="001F71C1"/>
    <w:rsid w:val="0020639C"/>
    <w:rsid w:val="00206B65"/>
    <w:rsid w:val="0021689F"/>
    <w:rsid w:val="0021757C"/>
    <w:rsid w:val="00217D8E"/>
    <w:rsid w:val="00223BBE"/>
    <w:rsid w:val="002241EC"/>
    <w:rsid w:val="00224E30"/>
    <w:rsid w:val="00225933"/>
    <w:rsid w:val="00232881"/>
    <w:rsid w:val="002366E2"/>
    <w:rsid w:val="002367CD"/>
    <w:rsid w:val="002427CC"/>
    <w:rsid w:val="00243C4C"/>
    <w:rsid w:val="002440EB"/>
    <w:rsid w:val="00245BB4"/>
    <w:rsid w:val="002476DA"/>
    <w:rsid w:val="00247EE2"/>
    <w:rsid w:val="00250037"/>
    <w:rsid w:val="00250726"/>
    <w:rsid w:val="002513A0"/>
    <w:rsid w:val="002536FD"/>
    <w:rsid w:val="00253DE2"/>
    <w:rsid w:val="00254045"/>
    <w:rsid w:val="00254C3B"/>
    <w:rsid w:val="00255C9F"/>
    <w:rsid w:val="002571A0"/>
    <w:rsid w:val="00257F2F"/>
    <w:rsid w:val="002610D2"/>
    <w:rsid w:val="002626A3"/>
    <w:rsid w:val="00262E19"/>
    <w:rsid w:val="002704F7"/>
    <w:rsid w:val="00271125"/>
    <w:rsid w:val="00272819"/>
    <w:rsid w:val="00277F96"/>
    <w:rsid w:val="00282518"/>
    <w:rsid w:val="00282C9E"/>
    <w:rsid w:val="00285CA2"/>
    <w:rsid w:val="00286BEA"/>
    <w:rsid w:val="00286F2C"/>
    <w:rsid w:val="0028769C"/>
    <w:rsid w:val="00291735"/>
    <w:rsid w:val="002927EA"/>
    <w:rsid w:val="00292A26"/>
    <w:rsid w:val="00294420"/>
    <w:rsid w:val="00294C67"/>
    <w:rsid w:val="00296F73"/>
    <w:rsid w:val="00297424"/>
    <w:rsid w:val="002A352C"/>
    <w:rsid w:val="002A44FE"/>
    <w:rsid w:val="002A46CC"/>
    <w:rsid w:val="002B1898"/>
    <w:rsid w:val="002B1B7D"/>
    <w:rsid w:val="002C0CE6"/>
    <w:rsid w:val="002C3455"/>
    <w:rsid w:val="002D1583"/>
    <w:rsid w:val="002D237E"/>
    <w:rsid w:val="002D4842"/>
    <w:rsid w:val="002D6274"/>
    <w:rsid w:val="002D7DED"/>
    <w:rsid w:val="002E14C4"/>
    <w:rsid w:val="002E33C0"/>
    <w:rsid w:val="002E764C"/>
    <w:rsid w:val="002F1F73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2043B"/>
    <w:rsid w:val="00323382"/>
    <w:rsid w:val="0032621A"/>
    <w:rsid w:val="00327981"/>
    <w:rsid w:val="00327D81"/>
    <w:rsid w:val="003308B9"/>
    <w:rsid w:val="00331246"/>
    <w:rsid w:val="00332202"/>
    <w:rsid w:val="00333378"/>
    <w:rsid w:val="003375FF"/>
    <w:rsid w:val="00341781"/>
    <w:rsid w:val="00342B9F"/>
    <w:rsid w:val="00346C8E"/>
    <w:rsid w:val="003521A1"/>
    <w:rsid w:val="00354759"/>
    <w:rsid w:val="00356956"/>
    <w:rsid w:val="003657E1"/>
    <w:rsid w:val="0036662E"/>
    <w:rsid w:val="00367550"/>
    <w:rsid w:val="0037123D"/>
    <w:rsid w:val="00374722"/>
    <w:rsid w:val="00374FF7"/>
    <w:rsid w:val="00376791"/>
    <w:rsid w:val="003815A1"/>
    <w:rsid w:val="00383AAB"/>
    <w:rsid w:val="00390E6F"/>
    <w:rsid w:val="0039328A"/>
    <w:rsid w:val="003933E3"/>
    <w:rsid w:val="003960C8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3D14"/>
    <w:rsid w:val="003C626B"/>
    <w:rsid w:val="003D02D6"/>
    <w:rsid w:val="003D2AE8"/>
    <w:rsid w:val="003D3AAD"/>
    <w:rsid w:val="003D60AD"/>
    <w:rsid w:val="003D62A2"/>
    <w:rsid w:val="003D67D8"/>
    <w:rsid w:val="003E022F"/>
    <w:rsid w:val="003E149A"/>
    <w:rsid w:val="003E240D"/>
    <w:rsid w:val="003F08F4"/>
    <w:rsid w:val="003F4D6F"/>
    <w:rsid w:val="004046C3"/>
    <w:rsid w:val="00405FE1"/>
    <w:rsid w:val="004064AB"/>
    <w:rsid w:val="0040662F"/>
    <w:rsid w:val="00411C96"/>
    <w:rsid w:val="00413647"/>
    <w:rsid w:val="00414830"/>
    <w:rsid w:val="004164C8"/>
    <w:rsid w:val="00416879"/>
    <w:rsid w:val="00420970"/>
    <w:rsid w:val="00420ACB"/>
    <w:rsid w:val="0042179C"/>
    <w:rsid w:val="0042190E"/>
    <w:rsid w:val="004226BF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4541"/>
    <w:rsid w:val="00455918"/>
    <w:rsid w:val="004566A8"/>
    <w:rsid w:val="004605E3"/>
    <w:rsid w:val="004638F2"/>
    <w:rsid w:val="00467091"/>
    <w:rsid w:val="00470CD8"/>
    <w:rsid w:val="004745E4"/>
    <w:rsid w:val="004757D8"/>
    <w:rsid w:val="00475F84"/>
    <w:rsid w:val="0047796A"/>
    <w:rsid w:val="004804B2"/>
    <w:rsid w:val="00480DC2"/>
    <w:rsid w:val="00481B3C"/>
    <w:rsid w:val="00481D6E"/>
    <w:rsid w:val="004844E7"/>
    <w:rsid w:val="00485C0D"/>
    <w:rsid w:val="00485EC8"/>
    <w:rsid w:val="00486E81"/>
    <w:rsid w:val="00490986"/>
    <w:rsid w:val="004924A9"/>
    <w:rsid w:val="004944BC"/>
    <w:rsid w:val="0049487E"/>
    <w:rsid w:val="00496142"/>
    <w:rsid w:val="0049717A"/>
    <w:rsid w:val="0049798B"/>
    <w:rsid w:val="004A1A5E"/>
    <w:rsid w:val="004A4F1E"/>
    <w:rsid w:val="004B51F8"/>
    <w:rsid w:val="004B54E0"/>
    <w:rsid w:val="004B7DF3"/>
    <w:rsid w:val="004C2E21"/>
    <w:rsid w:val="004C32D3"/>
    <w:rsid w:val="004D015F"/>
    <w:rsid w:val="004D09DC"/>
    <w:rsid w:val="004D1290"/>
    <w:rsid w:val="004D6724"/>
    <w:rsid w:val="004D6F45"/>
    <w:rsid w:val="004D797A"/>
    <w:rsid w:val="004E0DC8"/>
    <w:rsid w:val="004E37D2"/>
    <w:rsid w:val="004E4C3A"/>
    <w:rsid w:val="004E681D"/>
    <w:rsid w:val="004F1CE9"/>
    <w:rsid w:val="004F21C8"/>
    <w:rsid w:val="004F3446"/>
    <w:rsid w:val="004F429C"/>
    <w:rsid w:val="005036DD"/>
    <w:rsid w:val="0050492F"/>
    <w:rsid w:val="005064F0"/>
    <w:rsid w:val="005111C7"/>
    <w:rsid w:val="005119E2"/>
    <w:rsid w:val="00513E6D"/>
    <w:rsid w:val="0051420F"/>
    <w:rsid w:val="005155C1"/>
    <w:rsid w:val="0052047A"/>
    <w:rsid w:val="00524F1B"/>
    <w:rsid w:val="00532386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5D44"/>
    <w:rsid w:val="00556914"/>
    <w:rsid w:val="00556A26"/>
    <w:rsid w:val="0055762C"/>
    <w:rsid w:val="00557F6C"/>
    <w:rsid w:val="00561EED"/>
    <w:rsid w:val="005628E2"/>
    <w:rsid w:val="00562CFC"/>
    <w:rsid w:val="00564DF7"/>
    <w:rsid w:val="005657C2"/>
    <w:rsid w:val="00566F27"/>
    <w:rsid w:val="00567B63"/>
    <w:rsid w:val="00573637"/>
    <w:rsid w:val="00574F19"/>
    <w:rsid w:val="0058037B"/>
    <w:rsid w:val="00580C8D"/>
    <w:rsid w:val="005830D3"/>
    <w:rsid w:val="00587857"/>
    <w:rsid w:val="00587C30"/>
    <w:rsid w:val="005928F6"/>
    <w:rsid w:val="00594C98"/>
    <w:rsid w:val="005A10A7"/>
    <w:rsid w:val="005A1279"/>
    <w:rsid w:val="005A134F"/>
    <w:rsid w:val="005A1616"/>
    <w:rsid w:val="005A7699"/>
    <w:rsid w:val="005B4162"/>
    <w:rsid w:val="005B769F"/>
    <w:rsid w:val="005C12DC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4015"/>
    <w:rsid w:val="005E4FA9"/>
    <w:rsid w:val="005E65D8"/>
    <w:rsid w:val="005E7D15"/>
    <w:rsid w:val="005F18DA"/>
    <w:rsid w:val="005F5F37"/>
    <w:rsid w:val="005F688C"/>
    <w:rsid w:val="005F7BD1"/>
    <w:rsid w:val="00602691"/>
    <w:rsid w:val="00604EEC"/>
    <w:rsid w:val="006072CE"/>
    <w:rsid w:val="006101A0"/>
    <w:rsid w:val="006115CF"/>
    <w:rsid w:val="006127D6"/>
    <w:rsid w:val="0061788B"/>
    <w:rsid w:val="00617FDA"/>
    <w:rsid w:val="0062319E"/>
    <w:rsid w:val="00625C77"/>
    <w:rsid w:val="006265AC"/>
    <w:rsid w:val="00626659"/>
    <w:rsid w:val="00634903"/>
    <w:rsid w:val="00634D17"/>
    <w:rsid w:val="006356F1"/>
    <w:rsid w:val="00635E8A"/>
    <w:rsid w:val="006362BA"/>
    <w:rsid w:val="00637E3A"/>
    <w:rsid w:val="00640B49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3CC8"/>
    <w:rsid w:val="006540BE"/>
    <w:rsid w:val="006544DE"/>
    <w:rsid w:val="00664078"/>
    <w:rsid w:val="0066439F"/>
    <w:rsid w:val="00670227"/>
    <w:rsid w:val="00670CC4"/>
    <w:rsid w:val="00671C4B"/>
    <w:rsid w:val="00672BCB"/>
    <w:rsid w:val="00680228"/>
    <w:rsid w:val="006809FB"/>
    <w:rsid w:val="006857E0"/>
    <w:rsid w:val="00691085"/>
    <w:rsid w:val="00694362"/>
    <w:rsid w:val="00694EDF"/>
    <w:rsid w:val="00695941"/>
    <w:rsid w:val="0069689F"/>
    <w:rsid w:val="00697E29"/>
    <w:rsid w:val="006A06CF"/>
    <w:rsid w:val="006A0B90"/>
    <w:rsid w:val="006A533F"/>
    <w:rsid w:val="006A546B"/>
    <w:rsid w:val="006A60C0"/>
    <w:rsid w:val="006B5256"/>
    <w:rsid w:val="006B6331"/>
    <w:rsid w:val="006B7B03"/>
    <w:rsid w:val="006C0EE1"/>
    <w:rsid w:val="006C7B19"/>
    <w:rsid w:val="006D2D7B"/>
    <w:rsid w:val="006D7788"/>
    <w:rsid w:val="006D7C06"/>
    <w:rsid w:val="006E0046"/>
    <w:rsid w:val="006E2191"/>
    <w:rsid w:val="006E31FC"/>
    <w:rsid w:val="006E4D48"/>
    <w:rsid w:val="006E5470"/>
    <w:rsid w:val="006F06CE"/>
    <w:rsid w:val="006F3011"/>
    <w:rsid w:val="006F5EDD"/>
    <w:rsid w:val="006F60E1"/>
    <w:rsid w:val="006F6C4A"/>
    <w:rsid w:val="006F7497"/>
    <w:rsid w:val="006F7A21"/>
    <w:rsid w:val="007035A6"/>
    <w:rsid w:val="007045FD"/>
    <w:rsid w:val="00707042"/>
    <w:rsid w:val="00716751"/>
    <w:rsid w:val="00722285"/>
    <w:rsid w:val="00727A84"/>
    <w:rsid w:val="00735DE7"/>
    <w:rsid w:val="007428EE"/>
    <w:rsid w:val="00742BC2"/>
    <w:rsid w:val="007438E1"/>
    <w:rsid w:val="007441E6"/>
    <w:rsid w:val="00746A8B"/>
    <w:rsid w:val="00752302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0A0D"/>
    <w:rsid w:val="00771E82"/>
    <w:rsid w:val="007728AF"/>
    <w:rsid w:val="007733F4"/>
    <w:rsid w:val="0077674C"/>
    <w:rsid w:val="00777F6E"/>
    <w:rsid w:val="00785436"/>
    <w:rsid w:val="00792EFD"/>
    <w:rsid w:val="00797007"/>
    <w:rsid w:val="00797CC2"/>
    <w:rsid w:val="00797D66"/>
    <w:rsid w:val="00797E46"/>
    <w:rsid w:val="007A296F"/>
    <w:rsid w:val="007A31EC"/>
    <w:rsid w:val="007A35B2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145B"/>
    <w:rsid w:val="007C3DF3"/>
    <w:rsid w:val="007C4C10"/>
    <w:rsid w:val="007C60B3"/>
    <w:rsid w:val="007C7FFA"/>
    <w:rsid w:val="007D0BE0"/>
    <w:rsid w:val="007D3795"/>
    <w:rsid w:val="007D3CE3"/>
    <w:rsid w:val="007D6B2C"/>
    <w:rsid w:val="007D6E0D"/>
    <w:rsid w:val="007E03CF"/>
    <w:rsid w:val="007E0CBA"/>
    <w:rsid w:val="007E2BB1"/>
    <w:rsid w:val="007E2EA9"/>
    <w:rsid w:val="007E41D5"/>
    <w:rsid w:val="007E6338"/>
    <w:rsid w:val="007F0223"/>
    <w:rsid w:val="007F1D48"/>
    <w:rsid w:val="008007D6"/>
    <w:rsid w:val="00801CBD"/>
    <w:rsid w:val="008047B5"/>
    <w:rsid w:val="008053D0"/>
    <w:rsid w:val="0081047B"/>
    <w:rsid w:val="0081484D"/>
    <w:rsid w:val="008149AE"/>
    <w:rsid w:val="008205F8"/>
    <w:rsid w:val="00823E62"/>
    <w:rsid w:val="00823FF8"/>
    <w:rsid w:val="00831680"/>
    <w:rsid w:val="00832A37"/>
    <w:rsid w:val="00844AC2"/>
    <w:rsid w:val="008456B4"/>
    <w:rsid w:val="00850934"/>
    <w:rsid w:val="00851C32"/>
    <w:rsid w:val="00854FEE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86D71"/>
    <w:rsid w:val="00890189"/>
    <w:rsid w:val="008931E7"/>
    <w:rsid w:val="008939F1"/>
    <w:rsid w:val="008A287A"/>
    <w:rsid w:val="008A4182"/>
    <w:rsid w:val="008B3B9C"/>
    <w:rsid w:val="008B4545"/>
    <w:rsid w:val="008B5A11"/>
    <w:rsid w:val="008B6803"/>
    <w:rsid w:val="008B7E21"/>
    <w:rsid w:val="008C0266"/>
    <w:rsid w:val="008C1A48"/>
    <w:rsid w:val="008C1F22"/>
    <w:rsid w:val="008C1F52"/>
    <w:rsid w:val="008C4AF9"/>
    <w:rsid w:val="008C6875"/>
    <w:rsid w:val="008D0552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8E"/>
    <w:rsid w:val="00912A4A"/>
    <w:rsid w:val="00913A14"/>
    <w:rsid w:val="00921337"/>
    <w:rsid w:val="00924A9D"/>
    <w:rsid w:val="00926FF6"/>
    <w:rsid w:val="00927E01"/>
    <w:rsid w:val="009336C3"/>
    <w:rsid w:val="00934060"/>
    <w:rsid w:val="009341BA"/>
    <w:rsid w:val="0093511D"/>
    <w:rsid w:val="00940428"/>
    <w:rsid w:val="00940ACD"/>
    <w:rsid w:val="00942D03"/>
    <w:rsid w:val="00945AE1"/>
    <w:rsid w:val="009462A6"/>
    <w:rsid w:val="009468B8"/>
    <w:rsid w:val="009469DB"/>
    <w:rsid w:val="00952758"/>
    <w:rsid w:val="00954A0C"/>
    <w:rsid w:val="00955BCC"/>
    <w:rsid w:val="00957263"/>
    <w:rsid w:val="0096003C"/>
    <w:rsid w:val="009608B4"/>
    <w:rsid w:val="00960A18"/>
    <w:rsid w:val="009622DE"/>
    <w:rsid w:val="00964154"/>
    <w:rsid w:val="009667D8"/>
    <w:rsid w:val="00966D79"/>
    <w:rsid w:val="0097130D"/>
    <w:rsid w:val="00972933"/>
    <w:rsid w:val="00973517"/>
    <w:rsid w:val="00975DB9"/>
    <w:rsid w:val="00976DAC"/>
    <w:rsid w:val="00981CA7"/>
    <w:rsid w:val="0098249D"/>
    <w:rsid w:val="00982785"/>
    <w:rsid w:val="0098307C"/>
    <w:rsid w:val="00983A28"/>
    <w:rsid w:val="00984E63"/>
    <w:rsid w:val="00987539"/>
    <w:rsid w:val="009905DF"/>
    <w:rsid w:val="00991542"/>
    <w:rsid w:val="0099290F"/>
    <w:rsid w:val="00993A0B"/>
    <w:rsid w:val="00993A68"/>
    <w:rsid w:val="009A03C5"/>
    <w:rsid w:val="009A1F47"/>
    <w:rsid w:val="009A4167"/>
    <w:rsid w:val="009A4D96"/>
    <w:rsid w:val="009A5F33"/>
    <w:rsid w:val="009B3DB4"/>
    <w:rsid w:val="009B433A"/>
    <w:rsid w:val="009B608D"/>
    <w:rsid w:val="009B77D8"/>
    <w:rsid w:val="009C028B"/>
    <w:rsid w:val="009C090D"/>
    <w:rsid w:val="009C5DAA"/>
    <w:rsid w:val="009C6EC5"/>
    <w:rsid w:val="009D17DB"/>
    <w:rsid w:val="009D3A91"/>
    <w:rsid w:val="009D3B01"/>
    <w:rsid w:val="009D6E41"/>
    <w:rsid w:val="009D6F63"/>
    <w:rsid w:val="009E1A16"/>
    <w:rsid w:val="009E1CF1"/>
    <w:rsid w:val="009E2127"/>
    <w:rsid w:val="009E2A7F"/>
    <w:rsid w:val="009E3716"/>
    <w:rsid w:val="009E5378"/>
    <w:rsid w:val="009F1F6E"/>
    <w:rsid w:val="009F54CF"/>
    <w:rsid w:val="00A04395"/>
    <w:rsid w:val="00A07334"/>
    <w:rsid w:val="00A07E31"/>
    <w:rsid w:val="00A14E12"/>
    <w:rsid w:val="00A204AD"/>
    <w:rsid w:val="00A20762"/>
    <w:rsid w:val="00A220AA"/>
    <w:rsid w:val="00A26216"/>
    <w:rsid w:val="00A3234A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5548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6E4"/>
    <w:rsid w:val="00A867F5"/>
    <w:rsid w:val="00A86C4C"/>
    <w:rsid w:val="00A918C5"/>
    <w:rsid w:val="00A97F22"/>
    <w:rsid w:val="00AA13C8"/>
    <w:rsid w:val="00AA18E1"/>
    <w:rsid w:val="00AA3743"/>
    <w:rsid w:val="00AA3904"/>
    <w:rsid w:val="00AA774A"/>
    <w:rsid w:val="00AB00BB"/>
    <w:rsid w:val="00AC5EF1"/>
    <w:rsid w:val="00AD2BCF"/>
    <w:rsid w:val="00AE0481"/>
    <w:rsid w:val="00AE0B4C"/>
    <w:rsid w:val="00AE1C8E"/>
    <w:rsid w:val="00AF5AAB"/>
    <w:rsid w:val="00AF6683"/>
    <w:rsid w:val="00AF744D"/>
    <w:rsid w:val="00AF7A2B"/>
    <w:rsid w:val="00B07FBA"/>
    <w:rsid w:val="00B106E2"/>
    <w:rsid w:val="00B11A01"/>
    <w:rsid w:val="00B11B56"/>
    <w:rsid w:val="00B16A2A"/>
    <w:rsid w:val="00B21C47"/>
    <w:rsid w:val="00B22CE5"/>
    <w:rsid w:val="00B2308F"/>
    <w:rsid w:val="00B232FE"/>
    <w:rsid w:val="00B243A7"/>
    <w:rsid w:val="00B2721E"/>
    <w:rsid w:val="00B300DE"/>
    <w:rsid w:val="00B30D07"/>
    <w:rsid w:val="00B34D03"/>
    <w:rsid w:val="00B3607D"/>
    <w:rsid w:val="00B44B08"/>
    <w:rsid w:val="00B514E9"/>
    <w:rsid w:val="00B63607"/>
    <w:rsid w:val="00B63945"/>
    <w:rsid w:val="00B64DD5"/>
    <w:rsid w:val="00B651B4"/>
    <w:rsid w:val="00B675DB"/>
    <w:rsid w:val="00B72499"/>
    <w:rsid w:val="00B76398"/>
    <w:rsid w:val="00B77A69"/>
    <w:rsid w:val="00B813B5"/>
    <w:rsid w:val="00B8305A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53E5"/>
    <w:rsid w:val="00BA6736"/>
    <w:rsid w:val="00BA6C8C"/>
    <w:rsid w:val="00BA7D5E"/>
    <w:rsid w:val="00BB21EE"/>
    <w:rsid w:val="00BB5D16"/>
    <w:rsid w:val="00BB6C64"/>
    <w:rsid w:val="00BB7E8C"/>
    <w:rsid w:val="00BC022E"/>
    <w:rsid w:val="00BC05F8"/>
    <w:rsid w:val="00BC2AB2"/>
    <w:rsid w:val="00BC2DA3"/>
    <w:rsid w:val="00BC35C4"/>
    <w:rsid w:val="00BC3D0B"/>
    <w:rsid w:val="00BC4952"/>
    <w:rsid w:val="00BC5524"/>
    <w:rsid w:val="00BC5A93"/>
    <w:rsid w:val="00BC61B9"/>
    <w:rsid w:val="00BC75A7"/>
    <w:rsid w:val="00BD0438"/>
    <w:rsid w:val="00BD2771"/>
    <w:rsid w:val="00BD3B8E"/>
    <w:rsid w:val="00BE090F"/>
    <w:rsid w:val="00BE7EF8"/>
    <w:rsid w:val="00BF0762"/>
    <w:rsid w:val="00BF5703"/>
    <w:rsid w:val="00BF5D61"/>
    <w:rsid w:val="00BF5F44"/>
    <w:rsid w:val="00C063D7"/>
    <w:rsid w:val="00C064E6"/>
    <w:rsid w:val="00C06870"/>
    <w:rsid w:val="00C070B7"/>
    <w:rsid w:val="00C11691"/>
    <w:rsid w:val="00C1198E"/>
    <w:rsid w:val="00C14FA0"/>
    <w:rsid w:val="00C1523D"/>
    <w:rsid w:val="00C16E24"/>
    <w:rsid w:val="00C177D8"/>
    <w:rsid w:val="00C202A2"/>
    <w:rsid w:val="00C21174"/>
    <w:rsid w:val="00C21531"/>
    <w:rsid w:val="00C22596"/>
    <w:rsid w:val="00C22947"/>
    <w:rsid w:val="00C23C1D"/>
    <w:rsid w:val="00C2485A"/>
    <w:rsid w:val="00C2562F"/>
    <w:rsid w:val="00C26293"/>
    <w:rsid w:val="00C31094"/>
    <w:rsid w:val="00C35107"/>
    <w:rsid w:val="00C40CF8"/>
    <w:rsid w:val="00C41294"/>
    <w:rsid w:val="00C43DFF"/>
    <w:rsid w:val="00C44642"/>
    <w:rsid w:val="00C46296"/>
    <w:rsid w:val="00C538D7"/>
    <w:rsid w:val="00C5722A"/>
    <w:rsid w:val="00C614F6"/>
    <w:rsid w:val="00C624AE"/>
    <w:rsid w:val="00C65BD9"/>
    <w:rsid w:val="00C66F11"/>
    <w:rsid w:val="00C673ED"/>
    <w:rsid w:val="00C7084C"/>
    <w:rsid w:val="00C7143F"/>
    <w:rsid w:val="00C718BE"/>
    <w:rsid w:val="00C723FF"/>
    <w:rsid w:val="00C74455"/>
    <w:rsid w:val="00C75E62"/>
    <w:rsid w:val="00C81CE0"/>
    <w:rsid w:val="00C8292C"/>
    <w:rsid w:val="00C85EEE"/>
    <w:rsid w:val="00C91270"/>
    <w:rsid w:val="00C93193"/>
    <w:rsid w:val="00C9421E"/>
    <w:rsid w:val="00C95C95"/>
    <w:rsid w:val="00CA009B"/>
    <w:rsid w:val="00CA2661"/>
    <w:rsid w:val="00CA2995"/>
    <w:rsid w:val="00CA2E58"/>
    <w:rsid w:val="00CA6455"/>
    <w:rsid w:val="00CA668E"/>
    <w:rsid w:val="00CA6D52"/>
    <w:rsid w:val="00CB0CF8"/>
    <w:rsid w:val="00CB24F4"/>
    <w:rsid w:val="00CB493A"/>
    <w:rsid w:val="00CB56AD"/>
    <w:rsid w:val="00CB6D62"/>
    <w:rsid w:val="00CB7793"/>
    <w:rsid w:val="00CC29D1"/>
    <w:rsid w:val="00CC3FC6"/>
    <w:rsid w:val="00CD159B"/>
    <w:rsid w:val="00CD25BF"/>
    <w:rsid w:val="00CD60CF"/>
    <w:rsid w:val="00CE0306"/>
    <w:rsid w:val="00CE1A00"/>
    <w:rsid w:val="00CE2CFB"/>
    <w:rsid w:val="00CE2FAA"/>
    <w:rsid w:val="00CE342D"/>
    <w:rsid w:val="00CE3F9E"/>
    <w:rsid w:val="00CE55EB"/>
    <w:rsid w:val="00CE5958"/>
    <w:rsid w:val="00CE6AC8"/>
    <w:rsid w:val="00CF0568"/>
    <w:rsid w:val="00CF0705"/>
    <w:rsid w:val="00CF1531"/>
    <w:rsid w:val="00CF3034"/>
    <w:rsid w:val="00CF3356"/>
    <w:rsid w:val="00D00737"/>
    <w:rsid w:val="00D014C5"/>
    <w:rsid w:val="00D051E3"/>
    <w:rsid w:val="00D05535"/>
    <w:rsid w:val="00D063B0"/>
    <w:rsid w:val="00D07849"/>
    <w:rsid w:val="00D1481F"/>
    <w:rsid w:val="00D1706E"/>
    <w:rsid w:val="00D17C68"/>
    <w:rsid w:val="00D17E71"/>
    <w:rsid w:val="00D20A6E"/>
    <w:rsid w:val="00D21943"/>
    <w:rsid w:val="00D24A66"/>
    <w:rsid w:val="00D253EF"/>
    <w:rsid w:val="00D2594C"/>
    <w:rsid w:val="00D34091"/>
    <w:rsid w:val="00D35C4C"/>
    <w:rsid w:val="00D371BC"/>
    <w:rsid w:val="00D3791B"/>
    <w:rsid w:val="00D43AAD"/>
    <w:rsid w:val="00D4472F"/>
    <w:rsid w:val="00D52092"/>
    <w:rsid w:val="00D55CB1"/>
    <w:rsid w:val="00D56D8E"/>
    <w:rsid w:val="00D6437F"/>
    <w:rsid w:val="00D67143"/>
    <w:rsid w:val="00D6744A"/>
    <w:rsid w:val="00D7173C"/>
    <w:rsid w:val="00D72698"/>
    <w:rsid w:val="00D762B1"/>
    <w:rsid w:val="00D767CA"/>
    <w:rsid w:val="00D80258"/>
    <w:rsid w:val="00D82B4D"/>
    <w:rsid w:val="00D8431D"/>
    <w:rsid w:val="00D8583C"/>
    <w:rsid w:val="00D861FB"/>
    <w:rsid w:val="00D902B9"/>
    <w:rsid w:val="00D919B0"/>
    <w:rsid w:val="00D91BB8"/>
    <w:rsid w:val="00D92127"/>
    <w:rsid w:val="00D9488C"/>
    <w:rsid w:val="00DA05CC"/>
    <w:rsid w:val="00DA1682"/>
    <w:rsid w:val="00DA2A59"/>
    <w:rsid w:val="00DA6563"/>
    <w:rsid w:val="00DB0EF7"/>
    <w:rsid w:val="00DC3574"/>
    <w:rsid w:val="00DC410C"/>
    <w:rsid w:val="00DC5EDD"/>
    <w:rsid w:val="00DD03C4"/>
    <w:rsid w:val="00DD264D"/>
    <w:rsid w:val="00DD45C4"/>
    <w:rsid w:val="00DD695C"/>
    <w:rsid w:val="00DD7701"/>
    <w:rsid w:val="00DD7FB0"/>
    <w:rsid w:val="00DE002D"/>
    <w:rsid w:val="00DE02C6"/>
    <w:rsid w:val="00DE1337"/>
    <w:rsid w:val="00DE1C87"/>
    <w:rsid w:val="00DE3392"/>
    <w:rsid w:val="00DE4601"/>
    <w:rsid w:val="00DF1956"/>
    <w:rsid w:val="00DF3ECC"/>
    <w:rsid w:val="00DF4257"/>
    <w:rsid w:val="00DF5AFE"/>
    <w:rsid w:val="00DF60BB"/>
    <w:rsid w:val="00DF6CEF"/>
    <w:rsid w:val="00E00F26"/>
    <w:rsid w:val="00E050CB"/>
    <w:rsid w:val="00E053CA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653A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515B"/>
    <w:rsid w:val="00E66C48"/>
    <w:rsid w:val="00E70363"/>
    <w:rsid w:val="00E73E90"/>
    <w:rsid w:val="00E73E94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9352E"/>
    <w:rsid w:val="00E95F71"/>
    <w:rsid w:val="00E9745E"/>
    <w:rsid w:val="00EA354B"/>
    <w:rsid w:val="00EA4952"/>
    <w:rsid w:val="00EB171B"/>
    <w:rsid w:val="00EB1C08"/>
    <w:rsid w:val="00EB2151"/>
    <w:rsid w:val="00EB425E"/>
    <w:rsid w:val="00EB478A"/>
    <w:rsid w:val="00EB4F3C"/>
    <w:rsid w:val="00EB5EA9"/>
    <w:rsid w:val="00EC05E6"/>
    <w:rsid w:val="00EC1FAC"/>
    <w:rsid w:val="00EC2D28"/>
    <w:rsid w:val="00EC5A29"/>
    <w:rsid w:val="00EC5B86"/>
    <w:rsid w:val="00EC7D55"/>
    <w:rsid w:val="00EC7F53"/>
    <w:rsid w:val="00ED32C1"/>
    <w:rsid w:val="00ED4EFD"/>
    <w:rsid w:val="00ED63D2"/>
    <w:rsid w:val="00ED643F"/>
    <w:rsid w:val="00EE1316"/>
    <w:rsid w:val="00EE1707"/>
    <w:rsid w:val="00EE5476"/>
    <w:rsid w:val="00EF01BB"/>
    <w:rsid w:val="00EF200A"/>
    <w:rsid w:val="00EF371C"/>
    <w:rsid w:val="00EF6033"/>
    <w:rsid w:val="00EF702D"/>
    <w:rsid w:val="00F01FF0"/>
    <w:rsid w:val="00F0309A"/>
    <w:rsid w:val="00F0505B"/>
    <w:rsid w:val="00F10658"/>
    <w:rsid w:val="00F1408A"/>
    <w:rsid w:val="00F153B6"/>
    <w:rsid w:val="00F17EF3"/>
    <w:rsid w:val="00F20112"/>
    <w:rsid w:val="00F21F99"/>
    <w:rsid w:val="00F27C04"/>
    <w:rsid w:val="00F34971"/>
    <w:rsid w:val="00F360A2"/>
    <w:rsid w:val="00F369A6"/>
    <w:rsid w:val="00F402F2"/>
    <w:rsid w:val="00F4127A"/>
    <w:rsid w:val="00F417B7"/>
    <w:rsid w:val="00F4227F"/>
    <w:rsid w:val="00F426AA"/>
    <w:rsid w:val="00F43A98"/>
    <w:rsid w:val="00F45315"/>
    <w:rsid w:val="00F46616"/>
    <w:rsid w:val="00F46BF5"/>
    <w:rsid w:val="00F500BE"/>
    <w:rsid w:val="00F511A7"/>
    <w:rsid w:val="00F536D8"/>
    <w:rsid w:val="00F55A6A"/>
    <w:rsid w:val="00F55C50"/>
    <w:rsid w:val="00F575E4"/>
    <w:rsid w:val="00F6273B"/>
    <w:rsid w:val="00F65513"/>
    <w:rsid w:val="00F65742"/>
    <w:rsid w:val="00F66A37"/>
    <w:rsid w:val="00F702E4"/>
    <w:rsid w:val="00F77BF7"/>
    <w:rsid w:val="00F77FAD"/>
    <w:rsid w:val="00F821DD"/>
    <w:rsid w:val="00F8278A"/>
    <w:rsid w:val="00F84B09"/>
    <w:rsid w:val="00F90DAD"/>
    <w:rsid w:val="00F90DDA"/>
    <w:rsid w:val="00F90FD8"/>
    <w:rsid w:val="00F949C0"/>
    <w:rsid w:val="00F94EF8"/>
    <w:rsid w:val="00F97C9F"/>
    <w:rsid w:val="00FA299D"/>
    <w:rsid w:val="00FA51F1"/>
    <w:rsid w:val="00FB0DEC"/>
    <w:rsid w:val="00FB0EBB"/>
    <w:rsid w:val="00FB1791"/>
    <w:rsid w:val="00FB2ACF"/>
    <w:rsid w:val="00FB49E3"/>
    <w:rsid w:val="00FB4B05"/>
    <w:rsid w:val="00FB5452"/>
    <w:rsid w:val="00FC4285"/>
    <w:rsid w:val="00FC4D93"/>
    <w:rsid w:val="00FC601F"/>
    <w:rsid w:val="00FD05D5"/>
    <w:rsid w:val="00FD1579"/>
    <w:rsid w:val="00FD17CF"/>
    <w:rsid w:val="00FD1BA5"/>
    <w:rsid w:val="00FD41D8"/>
    <w:rsid w:val="00FD5B13"/>
    <w:rsid w:val="00FD6D1F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9528311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A755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5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customXml" Target="../customXml/item2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customXml" Target="../customXml/item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A797C629-E167-40DC-8FAA-6B40FAD47091}"/>
</file>

<file path=customXml/itemProps2.xml><?xml version="1.0" encoding="utf-8"?>
<ds:datastoreItem xmlns:ds="http://schemas.openxmlformats.org/officeDocument/2006/customXml" ds:itemID="{A085B485-E67C-4890-AA6B-B0BD03F81CBA}"/>
</file>

<file path=customXml/itemProps3.xml><?xml version="1.0" encoding="utf-8"?>
<ds:datastoreItem xmlns:ds="http://schemas.openxmlformats.org/officeDocument/2006/customXml" ds:itemID="{703100B5-2472-413B-A1AB-694065D3ED8A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4</TotalTime>
  <Pages>2</Pages>
  <Words>302</Words>
  <Characters>1431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3</cp:revision>
  <cp:lastPrinted>2011-12-15T11:32:00Z</cp:lastPrinted>
  <dcterms:created xsi:type="dcterms:W3CDTF">2022-08-02T13:14:00Z</dcterms:created>
  <dcterms:modified xsi:type="dcterms:W3CDTF">2022-08-02T13:18:00Z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etDate">
    <vt:lpwstr>2022-08-02T12:16:52Z</vt:lpwstr>
  </property>
  <property fmtid="{D5CDD505-2E9C-101B-9397-08002B2CF9AE}" pid="4" name="MSIP_Label_487f680e-1463-4bcf-922a-e6b119858fec_Method">
    <vt:lpwstr>Privileged</vt:lpwstr>
  </property>
  <property fmtid="{D5CDD505-2E9C-101B-9397-08002B2CF9AE}" pid="5" name="MSIP_Label_487f680e-1463-4bcf-922a-e6b119858fec_Name">
    <vt:lpwstr>487f680e-1463-4bcf-922a-e6b119858fec</vt:lpwstr>
  </property>
  <property fmtid="{D5CDD505-2E9C-101B-9397-08002B2CF9AE}" pid="6" name="MSIP_Label_487f680e-1463-4bcf-922a-e6b119858fec_SiteId">
    <vt:lpwstr>49c79685-7e11-437a-bb25-eba58fc041f5</vt:lpwstr>
  </property>
  <property fmtid="{D5CDD505-2E9C-101B-9397-08002B2CF9AE}" pid="7" name="MSIP_Label_487f680e-1463-4bcf-922a-e6b119858fec_ActionId">
    <vt:lpwstr>71e18d15-43b6-4606-9f43-82899a090b36</vt:lpwstr>
  </property>
  <property fmtid="{D5CDD505-2E9C-101B-9397-08002B2CF9AE}" pid="8" name="MSIP_Label_487f680e-1463-4bcf-922a-e6b119858fec_ContentBits">
    <vt:lpwstr>0</vt:lpwstr>
  </property>
  <property fmtid="{D5CDD505-2E9C-101B-9397-08002B2CF9AE}" pid="9" name="ContentTypeId">
    <vt:lpwstr>0x0101003D55FDE264B6664C9E7FBDDB3754110B</vt:lpwstr>
  </property>
  <property fmtid="{D5CDD505-2E9C-101B-9397-08002B2CF9AE}" pid="10" name="Order">
    <vt:r8>432000</vt:r8>
  </property>
  <property fmtid="{D5CDD505-2E9C-101B-9397-08002B2CF9AE}" pid="11" name="xd_Signature">
    <vt:bool>false</vt:bool>
  </property>
  <property fmtid="{D5CDD505-2E9C-101B-9397-08002B2CF9AE}" pid="12" name="xd_ProgID">
    <vt:lpwstr/>
  </property>
  <property fmtid="{D5CDD505-2E9C-101B-9397-08002B2CF9AE}" pid="13" name="_SourceUrl">
    <vt:lpwstr/>
  </property>
  <property fmtid="{D5CDD505-2E9C-101B-9397-08002B2CF9AE}" pid="14" name="_SharedFileIndex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</Properties>
</file>